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8649EE" w14:textId="70F12F0D" w:rsidR="002953BF" w:rsidRDefault="002953BF" w:rsidP="002953BF">
      <w:bookmarkStart w:id="0" w:name="_Toc447305173"/>
    </w:p>
    <w:p w14:paraId="6FA6F597" w14:textId="73288309" w:rsidR="00E062C7" w:rsidRDefault="00E062C7" w:rsidP="002953BF"/>
    <w:p w14:paraId="7437E0BC" w14:textId="77777777" w:rsidR="00E062C7" w:rsidRDefault="00E062C7" w:rsidP="002953BF"/>
    <w:p w14:paraId="006A8F50" w14:textId="77777777" w:rsidR="002E1698" w:rsidRPr="00BD1EBB" w:rsidRDefault="002E1698" w:rsidP="002E1698">
      <w:pPr>
        <w:pStyle w:val="Nadpis1"/>
        <w:numPr>
          <w:ilvl w:val="0"/>
          <w:numId w:val="0"/>
        </w:numPr>
        <w:rPr>
          <w:b/>
          <w:bCs/>
          <w:sz w:val="36"/>
          <w:szCs w:val="36"/>
        </w:rPr>
      </w:pPr>
      <w:r w:rsidRPr="00BD1EBB">
        <w:rPr>
          <w:b/>
          <w:bCs/>
          <w:sz w:val="36"/>
          <w:szCs w:val="36"/>
        </w:rPr>
        <w:t>Vyjádření k existenci inženýrských sítí:</w:t>
      </w:r>
    </w:p>
    <w:p w14:paraId="1308995A" w14:textId="253F86CB" w:rsidR="000043B8" w:rsidRDefault="000F31F4" w:rsidP="00BD1EBB">
      <w:pPr>
        <w:pStyle w:val="Nadpis4"/>
        <w:ind w:left="-426"/>
        <w:rPr>
          <w:sz w:val="28"/>
          <w:szCs w:val="28"/>
        </w:rPr>
      </w:pPr>
      <w:r w:rsidRPr="00BF1C69">
        <w:rPr>
          <w:sz w:val="28"/>
          <w:szCs w:val="28"/>
        </w:rPr>
        <w:tab/>
      </w:r>
      <w:r w:rsidR="002E1698" w:rsidRPr="00BF1C69">
        <w:rPr>
          <w:sz w:val="28"/>
          <w:szCs w:val="28"/>
        </w:rPr>
        <w:t xml:space="preserve">Seznam vyjádření správců inženýrských sítí </w:t>
      </w:r>
    </w:p>
    <w:p w14:paraId="262160FA" w14:textId="77777777" w:rsidR="002B26F9" w:rsidRDefault="002B26F9" w:rsidP="002B26F9">
      <w:pPr>
        <w:pStyle w:val="Nadpis4"/>
        <w:rPr>
          <w:sz w:val="28"/>
          <w:szCs w:val="28"/>
        </w:rPr>
      </w:pPr>
    </w:p>
    <w:p w14:paraId="48E7A099" w14:textId="6F6781F3" w:rsidR="000F31F4" w:rsidRDefault="00E062C7" w:rsidP="000F31F4">
      <w:pPr>
        <w:pStyle w:val="Nadpis4"/>
        <w:ind w:left="-284"/>
        <w:rPr>
          <w:rFonts w:ascii="Arial Black" w:hAnsi="Arial Black"/>
          <w:bCs/>
          <w:sz w:val="30"/>
          <w:szCs w:val="32"/>
        </w:rPr>
      </w:pPr>
      <w:r>
        <w:rPr>
          <w:rFonts w:ascii="Arial Black" w:hAnsi="Arial Black"/>
          <w:bCs/>
          <w:sz w:val="30"/>
          <w:szCs w:val="32"/>
        </w:rPr>
        <w:t xml:space="preserve">   „</w:t>
      </w:r>
      <w:r w:rsidRPr="00D35502">
        <w:rPr>
          <w:rFonts w:ascii="Arial Black" w:hAnsi="Arial Black"/>
          <w:bCs/>
          <w:sz w:val="30"/>
          <w:szCs w:val="32"/>
        </w:rPr>
        <w:t xml:space="preserve">III/28526 </w:t>
      </w:r>
      <w:proofErr w:type="gramStart"/>
      <w:r w:rsidRPr="00D35502">
        <w:rPr>
          <w:rFonts w:ascii="Arial Black" w:hAnsi="Arial Black"/>
          <w:bCs/>
          <w:sz w:val="30"/>
          <w:szCs w:val="32"/>
        </w:rPr>
        <w:t>R</w:t>
      </w:r>
      <w:proofErr w:type="spellStart"/>
      <w:r w:rsidRPr="00D35502">
        <w:rPr>
          <w:rFonts w:ascii="Arial Black" w:hAnsi="Arial Black"/>
          <w:bCs/>
          <w:sz w:val="30"/>
          <w:szCs w:val="32"/>
        </w:rPr>
        <w:t>okole</w:t>
      </w:r>
      <w:proofErr w:type="spellEnd"/>
      <w:r w:rsidRPr="00D35502">
        <w:rPr>
          <w:rFonts w:ascii="Arial Black" w:hAnsi="Arial Black"/>
          <w:bCs/>
          <w:sz w:val="30"/>
          <w:szCs w:val="32"/>
        </w:rPr>
        <w:t xml:space="preserve"> - Nový</w:t>
      </w:r>
      <w:proofErr w:type="gramEnd"/>
      <w:r w:rsidRPr="00D35502">
        <w:rPr>
          <w:rFonts w:ascii="Arial Black" w:hAnsi="Arial Black"/>
          <w:bCs/>
          <w:sz w:val="30"/>
          <w:szCs w:val="32"/>
        </w:rPr>
        <w:t xml:space="preserve"> Hrádek - neúnosná krajnice</w:t>
      </w:r>
      <w:r>
        <w:rPr>
          <w:rFonts w:ascii="Arial Black" w:hAnsi="Arial Black"/>
          <w:bCs/>
          <w:sz w:val="30"/>
          <w:szCs w:val="32"/>
        </w:rPr>
        <w:t>“</w:t>
      </w:r>
    </w:p>
    <w:p w14:paraId="45B9B4EA" w14:textId="005E5D63" w:rsidR="00E062C7" w:rsidRDefault="00E062C7" w:rsidP="00E062C7"/>
    <w:p w14:paraId="3F31536A" w14:textId="77777777" w:rsidR="00E062C7" w:rsidRPr="00E062C7" w:rsidRDefault="00E062C7" w:rsidP="00E062C7"/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6"/>
        <w:gridCol w:w="4677"/>
        <w:gridCol w:w="1276"/>
        <w:gridCol w:w="2835"/>
      </w:tblGrid>
      <w:tr w:rsidR="002E1698" w:rsidRPr="00E45A5E" w14:paraId="7DE2B1D4" w14:textId="77777777" w:rsidTr="002953BF">
        <w:trPr>
          <w:cantSplit/>
          <w:trHeight w:val="56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15274A3" w14:textId="6247F676" w:rsidR="002E1698" w:rsidRPr="00E45A5E" w:rsidRDefault="005F47D6" w:rsidP="00F53CFB">
            <w:pPr>
              <w:pStyle w:val="TabulkaTex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t xml:space="preserve"> </w:t>
            </w:r>
            <w:r w:rsidR="002E1698" w:rsidRPr="00E45A5E">
              <w:rPr>
                <w:rFonts w:asciiTheme="minorHAnsi" w:hAnsiTheme="minorHAnsi" w:cstheme="minorHAnsi"/>
                <w:b/>
                <w:sz w:val="20"/>
                <w:szCs w:val="20"/>
              </w:rPr>
              <w:t>č.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35136D4" w14:textId="77777777" w:rsidR="002E1698" w:rsidRPr="00E45A5E" w:rsidRDefault="002E1698" w:rsidP="00F53CFB">
            <w:pPr>
              <w:pStyle w:val="TabulkaTex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45A5E">
              <w:rPr>
                <w:rFonts w:asciiTheme="minorHAnsi" w:hAnsiTheme="minorHAnsi" w:cstheme="minorHAnsi"/>
                <w:b/>
                <w:sz w:val="20"/>
                <w:szCs w:val="20"/>
              </w:rPr>
              <w:t>Organizace</w:t>
            </w:r>
            <w:r w:rsidR="00B30F06" w:rsidRPr="00E45A5E">
              <w:rPr>
                <w:rFonts w:asciiTheme="minorHAnsi" w:hAnsiTheme="minorHAnsi" w:cstheme="minorHAnsi"/>
                <w:b/>
                <w:sz w:val="20"/>
                <w:szCs w:val="20"/>
              </w:rPr>
              <w:t>/správce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DB143E6" w14:textId="77777777" w:rsidR="002E1698" w:rsidRPr="00E45A5E" w:rsidRDefault="002E1698" w:rsidP="00F53CFB">
            <w:pPr>
              <w:pStyle w:val="TabulkaTex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45A5E">
              <w:rPr>
                <w:rFonts w:asciiTheme="minorHAnsi" w:hAnsiTheme="minorHAnsi" w:cstheme="minorHAnsi"/>
                <w:b/>
                <w:sz w:val="20"/>
                <w:szCs w:val="20"/>
              </w:rPr>
              <w:t>Datum vyjádření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486AE8A" w14:textId="77777777" w:rsidR="002E1698" w:rsidRPr="00E45A5E" w:rsidRDefault="00B64E12" w:rsidP="00F53CFB">
            <w:pPr>
              <w:pStyle w:val="TabulkaTex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45A5E">
              <w:rPr>
                <w:rFonts w:asciiTheme="minorHAnsi" w:hAnsiTheme="minorHAnsi" w:cstheme="minorHAnsi"/>
                <w:b/>
                <w:sz w:val="20"/>
                <w:szCs w:val="20"/>
              </w:rPr>
              <w:t>Výskyt</w:t>
            </w:r>
          </w:p>
        </w:tc>
      </w:tr>
      <w:tr w:rsidR="00953C20" w:rsidRPr="00E45A5E" w14:paraId="6196C392" w14:textId="77777777" w:rsidTr="00203160">
        <w:trPr>
          <w:cantSplit/>
          <w:trHeight w:val="68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CD2014" w14:textId="77777777" w:rsidR="00953C20" w:rsidRPr="00E45A5E" w:rsidRDefault="00953C20" w:rsidP="00953C20">
            <w:pPr>
              <w:pStyle w:val="TabulkaText"/>
              <w:rPr>
                <w:rFonts w:asciiTheme="minorHAnsi" w:hAnsiTheme="minorHAnsi" w:cstheme="minorHAnsi"/>
                <w:sz w:val="20"/>
                <w:szCs w:val="20"/>
              </w:rPr>
            </w:pPr>
            <w:r w:rsidRPr="00E45A5E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29D702" w14:textId="77777777" w:rsidR="007C2930" w:rsidRPr="00E45A5E" w:rsidRDefault="007C2930" w:rsidP="007C2930">
            <w:pPr>
              <w:pStyle w:val="TabulkaTex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45A5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České Radiokomunikace a.s. </w:t>
            </w:r>
          </w:p>
          <w:p w14:paraId="64548817" w14:textId="102A5FD7" w:rsidR="00953C20" w:rsidRPr="00E45A5E" w:rsidRDefault="007C2930" w:rsidP="007C2930">
            <w:pPr>
              <w:pStyle w:val="TabulkaText"/>
              <w:rPr>
                <w:rFonts w:asciiTheme="minorHAnsi" w:hAnsiTheme="minorHAnsi" w:cstheme="minorHAnsi"/>
                <w:sz w:val="20"/>
                <w:szCs w:val="20"/>
              </w:rPr>
            </w:pPr>
            <w:r w:rsidRPr="00E45A5E">
              <w:rPr>
                <w:rFonts w:asciiTheme="minorHAnsi" w:hAnsiTheme="minorHAnsi" w:cstheme="minorHAnsi"/>
                <w:sz w:val="20"/>
                <w:szCs w:val="20"/>
              </w:rPr>
              <w:t>Skokanská 2117/1, 169 00 Praha 6 - Břevnov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F5B8B1" w14:textId="634320BF" w:rsidR="00953C20" w:rsidRPr="00E45A5E" w:rsidRDefault="008E02A9" w:rsidP="00203160">
            <w:pPr>
              <w:pStyle w:val="TabulkaTex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19.10.2020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BB2C15" w14:textId="302D5770" w:rsidR="00953C20" w:rsidRPr="00E45A5E" w:rsidRDefault="001A18B6" w:rsidP="00953C20">
            <w:pPr>
              <w:pStyle w:val="TabulkaTex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nenachází se</w:t>
            </w:r>
          </w:p>
        </w:tc>
      </w:tr>
      <w:tr w:rsidR="004137A0" w:rsidRPr="00E45A5E" w14:paraId="036E08B2" w14:textId="77777777" w:rsidTr="00203160">
        <w:trPr>
          <w:cantSplit/>
          <w:trHeight w:val="68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C60B85" w14:textId="386CFCE6" w:rsidR="004137A0" w:rsidRPr="00E45A5E" w:rsidRDefault="004137A0" w:rsidP="004137A0">
            <w:pPr>
              <w:pStyle w:val="TabulkaTex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9FEB71" w14:textId="77777777" w:rsidR="004137A0" w:rsidRPr="00E45A5E" w:rsidRDefault="004137A0" w:rsidP="004137A0">
            <w:pPr>
              <w:pStyle w:val="TabulkaTex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45A5E">
              <w:rPr>
                <w:rFonts w:asciiTheme="minorHAnsi" w:hAnsiTheme="minorHAnsi" w:cstheme="minorHAnsi"/>
                <w:b/>
                <w:sz w:val="20"/>
                <w:szCs w:val="20"/>
              </w:rPr>
              <w:t>Česká telekomunikační infrastruktura a.s.</w:t>
            </w:r>
          </w:p>
          <w:p w14:paraId="11B4C4B0" w14:textId="431846FC" w:rsidR="004137A0" w:rsidRPr="00E45A5E" w:rsidRDefault="004137A0" w:rsidP="004137A0">
            <w:pPr>
              <w:pStyle w:val="TabulkaText"/>
              <w:rPr>
                <w:rStyle w:val="Siln"/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Siln"/>
                <w:b w:val="0"/>
              </w:rPr>
              <w:t>Českomoravská 2510/19, 190 00 Praha 9 - Libeň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EA3F78" w14:textId="53D3252A" w:rsidR="004137A0" w:rsidRDefault="008E02A9" w:rsidP="004137A0">
            <w:pPr>
              <w:pStyle w:val="TabulkaTex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19.10.2020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1CCE3" w14:textId="7B18D72D" w:rsidR="004137A0" w:rsidRPr="00E45A5E" w:rsidRDefault="00981A24" w:rsidP="004137A0">
            <w:pPr>
              <w:pStyle w:val="TabulkaTex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ne</w:t>
            </w:r>
            <w:r w:rsidR="004137A0">
              <w:rPr>
                <w:rFonts w:asciiTheme="minorHAnsi" w:hAnsiTheme="minorHAnsi" w:cstheme="minorHAnsi"/>
                <w:sz w:val="20"/>
                <w:szCs w:val="20"/>
              </w:rPr>
              <w:t xml:space="preserve">nachází se </w:t>
            </w:r>
          </w:p>
        </w:tc>
      </w:tr>
      <w:tr w:rsidR="00CD38E4" w:rsidRPr="00E45A5E" w14:paraId="7443CA2A" w14:textId="77777777" w:rsidTr="00203160">
        <w:trPr>
          <w:cantSplit/>
          <w:trHeight w:val="68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D99CBE" w14:textId="45672BF9" w:rsidR="00CD38E4" w:rsidRPr="00E45A5E" w:rsidRDefault="00CD38E4" w:rsidP="00CD38E4">
            <w:pPr>
              <w:pStyle w:val="TabulkaTex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A35DE4" w14:textId="77777777" w:rsidR="00CD38E4" w:rsidRPr="00E45A5E" w:rsidRDefault="00CD38E4" w:rsidP="00CD38E4">
            <w:pPr>
              <w:pStyle w:val="TabulkaText"/>
              <w:rPr>
                <w:rFonts w:asciiTheme="minorHAnsi" w:hAnsiTheme="minorHAnsi" w:cstheme="minorHAnsi"/>
                <w:sz w:val="20"/>
                <w:szCs w:val="20"/>
              </w:rPr>
            </w:pPr>
            <w:r w:rsidRPr="00E45A5E">
              <w:rPr>
                <w:rFonts w:asciiTheme="minorHAnsi" w:hAnsiTheme="minorHAnsi" w:cstheme="minorHAnsi"/>
                <w:b/>
                <w:sz w:val="20"/>
                <w:szCs w:val="20"/>
              </w:rPr>
              <w:t>ČEZ Distribuce, a.s</w:t>
            </w:r>
            <w:r w:rsidRPr="00E45A5E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7D8EA620" w14:textId="1855D9E2" w:rsidR="00CD38E4" w:rsidRPr="00E45A5E" w:rsidRDefault="00CD38E4" w:rsidP="00CD38E4">
            <w:pPr>
              <w:pStyle w:val="TabulkaText"/>
              <w:rPr>
                <w:rFonts w:asciiTheme="minorHAnsi" w:hAnsiTheme="minorHAnsi" w:cstheme="minorHAnsi"/>
                <w:sz w:val="20"/>
                <w:szCs w:val="20"/>
              </w:rPr>
            </w:pPr>
            <w:r w:rsidRPr="00E45A5E">
              <w:rPr>
                <w:rFonts w:asciiTheme="minorHAnsi" w:hAnsiTheme="minorHAnsi" w:cstheme="minorHAnsi"/>
                <w:sz w:val="20"/>
                <w:szCs w:val="20"/>
              </w:rPr>
              <w:t>Teplická 874/8, 405 02 Děčín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880692" w14:textId="456C0E29" w:rsidR="00CD38E4" w:rsidRPr="00E45A5E" w:rsidRDefault="00981A24" w:rsidP="00CD38E4">
            <w:pPr>
              <w:pStyle w:val="TabulkaTex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09.07.2021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0ED13" w14:textId="4A74B350" w:rsidR="00CD38E4" w:rsidRPr="00E45A5E" w:rsidRDefault="00CD38E4" w:rsidP="00CD38E4">
            <w:pPr>
              <w:pStyle w:val="TabulkaTex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nachází se</w:t>
            </w:r>
          </w:p>
        </w:tc>
      </w:tr>
      <w:tr w:rsidR="00CD38E4" w:rsidRPr="00E45A5E" w14:paraId="4B9F61ED" w14:textId="77777777" w:rsidTr="00203160">
        <w:trPr>
          <w:cantSplit/>
          <w:trHeight w:val="68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AFAC69" w14:textId="2E4A1107" w:rsidR="00CD38E4" w:rsidRPr="00E45A5E" w:rsidRDefault="00CD38E4" w:rsidP="00CD38E4">
            <w:pPr>
              <w:pStyle w:val="TabulkaTex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6A2573" w14:textId="77777777" w:rsidR="00CD38E4" w:rsidRPr="00E020E2" w:rsidRDefault="00CD38E4" w:rsidP="00CD38E4">
            <w:pPr>
              <w:pStyle w:val="TabulkaText"/>
              <w:rPr>
                <w:rStyle w:val="Siln"/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Siln"/>
                <w:rFonts w:asciiTheme="minorHAnsi" w:hAnsiTheme="minorHAnsi" w:cstheme="minorHAnsi"/>
                <w:sz w:val="20"/>
                <w:szCs w:val="20"/>
              </w:rPr>
              <w:t xml:space="preserve">ČEZ ICT </w:t>
            </w:r>
            <w:proofErr w:type="spellStart"/>
            <w:r>
              <w:rPr>
                <w:rStyle w:val="Siln"/>
                <w:rFonts w:asciiTheme="minorHAnsi" w:hAnsiTheme="minorHAnsi" w:cstheme="minorHAnsi"/>
                <w:sz w:val="20"/>
                <w:szCs w:val="20"/>
              </w:rPr>
              <w:t>Services</w:t>
            </w:r>
            <w:proofErr w:type="spellEnd"/>
            <w:r>
              <w:rPr>
                <w:rStyle w:val="Siln"/>
                <w:rFonts w:asciiTheme="minorHAnsi" w:hAnsiTheme="minorHAnsi" w:cstheme="minorHAnsi"/>
                <w:sz w:val="20"/>
                <w:szCs w:val="20"/>
              </w:rPr>
              <w:t>, a.s.</w:t>
            </w:r>
          </w:p>
          <w:p w14:paraId="2306F1ED" w14:textId="362B8A37" w:rsidR="00CD38E4" w:rsidRPr="00E45A5E" w:rsidRDefault="00CD38E4" w:rsidP="00CD38E4">
            <w:pPr>
              <w:pStyle w:val="TabulkaTex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Siln"/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Duhová1531/3, 14053 Praha 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7BD5F5" w14:textId="1098273C" w:rsidR="00CD38E4" w:rsidRPr="00E45A5E" w:rsidRDefault="00981A24" w:rsidP="00CD38E4">
            <w:pPr>
              <w:pStyle w:val="TabulkaTex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19.10.2020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CBEF13" w14:textId="0DEF2968" w:rsidR="00CD38E4" w:rsidRPr="00E45A5E" w:rsidRDefault="00CD38E4" w:rsidP="00CD38E4">
            <w:pPr>
              <w:pStyle w:val="TabulkaTex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nenachází se</w:t>
            </w:r>
          </w:p>
        </w:tc>
      </w:tr>
      <w:tr w:rsidR="004137A0" w:rsidRPr="00E45A5E" w14:paraId="5AD97D1A" w14:textId="77777777" w:rsidTr="00203160">
        <w:trPr>
          <w:cantSplit/>
          <w:trHeight w:val="68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D4132C" w14:textId="35314613" w:rsidR="004137A0" w:rsidRDefault="004137A0" w:rsidP="004137A0">
            <w:pPr>
              <w:pStyle w:val="TabulkaTex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640079" w14:textId="236BA5BD" w:rsidR="004137A0" w:rsidRDefault="009B7943" w:rsidP="004137A0">
            <w:pPr>
              <w:pStyle w:val="TabulkaText"/>
              <w:rPr>
                <w:b/>
                <w:bCs/>
                <w:sz w:val="20"/>
                <w:szCs w:val="20"/>
              </w:rPr>
            </w:pPr>
            <w:r w:rsidRPr="009B7943">
              <w:rPr>
                <w:b/>
                <w:bCs/>
                <w:sz w:val="20"/>
                <w:szCs w:val="20"/>
              </w:rPr>
              <w:t>ČEZ Obnovitelné zdroje, s.r.o.</w:t>
            </w:r>
          </w:p>
          <w:p w14:paraId="5BF05DC4" w14:textId="71994C2D" w:rsidR="009B7943" w:rsidRPr="009B7943" w:rsidRDefault="009B7943" w:rsidP="004137A0">
            <w:pPr>
              <w:pStyle w:val="TabulkaText"/>
              <w:rPr>
                <w:sz w:val="20"/>
                <w:szCs w:val="20"/>
              </w:rPr>
            </w:pPr>
            <w:r w:rsidRPr="009B7943">
              <w:rPr>
                <w:sz w:val="20"/>
                <w:szCs w:val="20"/>
              </w:rPr>
              <w:t>Křižíkova 788</w:t>
            </w:r>
            <w:r>
              <w:rPr>
                <w:sz w:val="20"/>
                <w:szCs w:val="20"/>
              </w:rPr>
              <w:t>, 500 03 Hradec Králové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4A1FCA" w14:textId="6C5A8555" w:rsidR="004137A0" w:rsidRDefault="009B7943" w:rsidP="004137A0">
            <w:pPr>
              <w:pStyle w:val="TabulkaTex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26.10.2020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B25E53" w14:textId="6792CF2F" w:rsidR="004137A0" w:rsidRDefault="009B7943" w:rsidP="004137A0">
            <w:pPr>
              <w:pStyle w:val="TabulkaTex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nenachází se</w:t>
            </w:r>
          </w:p>
        </w:tc>
      </w:tr>
      <w:tr w:rsidR="00CD38E4" w:rsidRPr="00E45A5E" w14:paraId="67CA1311" w14:textId="77777777" w:rsidTr="00203160">
        <w:trPr>
          <w:cantSplit/>
          <w:trHeight w:val="68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804A59" w14:textId="23957FF7" w:rsidR="00CD38E4" w:rsidRDefault="00CD38E4" w:rsidP="00CD38E4">
            <w:pPr>
              <w:pStyle w:val="TabulkaTex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4E9563" w14:textId="77777777" w:rsidR="00CD38E4" w:rsidRPr="00E45A5E" w:rsidRDefault="00CD38E4" w:rsidP="00CD38E4">
            <w:pPr>
              <w:pStyle w:val="TabulkaText"/>
              <w:rPr>
                <w:rStyle w:val="Siln"/>
                <w:rFonts w:asciiTheme="minorHAnsi" w:hAnsiTheme="minorHAnsi" w:cstheme="minorHAnsi"/>
                <w:sz w:val="20"/>
                <w:szCs w:val="20"/>
              </w:rPr>
            </w:pPr>
            <w:r w:rsidRPr="00E45A5E">
              <w:rPr>
                <w:rStyle w:val="Siln"/>
                <w:rFonts w:asciiTheme="minorHAnsi" w:hAnsiTheme="minorHAnsi" w:cstheme="minorHAnsi"/>
                <w:sz w:val="20"/>
                <w:szCs w:val="20"/>
              </w:rPr>
              <w:t>Vodafone Czech Republic a.s.</w:t>
            </w:r>
          </w:p>
          <w:p w14:paraId="7BB10B0D" w14:textId="41C5E8A2" w:rsidR="00CD38E4" w:rsidRPr="007C2930" w:rsidRDefault="00CD38E4" w:rsidP="00CD38E4">
            <w:pPr>
              <w:pStyle w:val="TabulkaText"/>
              <w:rPr>
                <w:rStyle w:val="Siln"/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E45A5E">
              <w:rPr>
                <w:rStyle w:val="Siln"/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náměstí Junkových 2, 155 Praha 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01DFF1" w14:textId="385EE5A0" w:rsidR="00CD38E4" w:rsidRDefault="00981A24" w:rsidP="00CD38E4">
            <w:pPr>
              <w:pStyle w:val="TabulkaTex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19.10.2020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F901E2" w14:textId="50771DD9" w:rsidR="00CD38E4" w:rsidRDefault="00CD38E4" w:rsidP="00CD38E4">
            <w:pPr>
              <w:pStyle w:val="TabulkaTex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nenachází se</w:t>
            </w:r>
          </w:p>
        </w:tc>
      </w:tr>
      <w:tr w:rsidR="00CD38E4" w:rsidRPr="00E45A5E" w14:paraId="2FD757AB" w14:textId="77777777" w:rsidTr="00203160">
        <w:trPr>
          <w:cantSplit/>
          <w:trHeight w:val="68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E15DE8" w14:textId="395ADCFB" w:rsidR="00CD38E4" w:rsidRDefault="00CD38E4" w:rsidP="00CD38E4">
            <w:pPr>
              <w:pStyle w:val="TabulkaTex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C0E01B" w14:textId="77777777" w:rsidR="00CD38E4" w:rsidRPr="00E45A5E" w:rsidRDefault="00CD38E4" w:rsidP="00CD38E4">
            <w:pPr>
              <w:pStyle w:val="TabulkaText"/>
              <w:rPr>
                <w:rStyle w:val="Siln"/>
                <w:rFonts w:asciiTheme="minorHAnsi" w:hAnsiTheme="minorHAnsi" w:cstheme="minorHAnsi"/>
                <w:sz w:val="20"/>
                <w:szCs w:val="20"/>
              </w:rPr>
            </w:pPr>
            <w:r w:rsidRPr="00E45A5E">
              <w:rPr>
                <w:rStyle w:val="Siln"/>
                <w:rFonts w:asciiTheme="minorHAnsi" w:hAnsiTheme="minorHAnsi" w:cstheme="minorHAnsi"/>
                <w:sz w:val="20"/>
                <w:szCs w:val="20"/>
              </w:rPr>
              <w:t>T-Mobile Czech Republic a.s.,</w:t>
            </w:r>
          </w:p>
          <w:p w14:paraId="06DC7908" w14:textId="76623037" w:rsidR="00CD38E4" w:rsidRDefault="00CD38E4" w:rsidP="00CD38E4">
            <w:pPr>
              <w:pStyle w:val="TabulkaText"/>
              <w:rPr>
                <w:rStyle w:val="Siln"/>
                <w:rFonts w:asciiTheme="minorHAnsi" w:hAnsiTheme="minorHAnsi" w:cstheme="minorHAnsi"/>
                <w:sz w:val="20"/>
                <w:szCs w:val="20"/>
              </w:rPr>
            </w:pPr>
            <w:r w:rsidRPr="00E45A5E">
              <w:rPr>
                <w:rFonts w:asciiTheme="minorHAnsi" w:hAnsiTheme="minorHAnsi" w:cstheme="minorHAnsi"/>
                <w:sz w:val="20"/>
                <w:szCs w:val="20"/>
              </w:rPr>
              <w:t>Tomíčkova 2144/1, 148 00 Praha 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1BE306" w14:textId="1ACFB7AC" w:rsidR="00CD38E4" w:rsidRDefault="00981A24" w:rsidP="00CD38E4">
            <w:pPr>
              <w:pStyle w:val="TabulkaTex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19.10.2020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E14314" w14:textId="58987D7B" w:rsidR="00CD38E4" w:rsidRDefault="00CD38E4" w:rsidP="00CD38E4">
            <w:pPr>
              <w:pStyle w:val="TabulkaTex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nenachází se</w:t>
            </w:r>
          </w:p>
        </w:tc>
      </w:tr>
      <w:tr w:rsidR="00CD38E4" w:rsidRPr="00E45A5E" w14:paraId="74CBEBEE" w14:textId="77777777" w:rsidTr="00203160">
        <w:trPr>
          <w:cantSplit/>
          <w:trHeight w:val="68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4D50A3" w14:textId="37FB4F71" w:rsidR="00CD38E4" w:rsidRPr="00E45A5E" w:rsidRDefault="00CD38E4" w:rsidP="00CD38E4">
            <w:pPr>
              <w:pStyle w:val="TabulkaTex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749CFF" w14:textId="77777777" w:rsidR="00CD38E4" w:rsidRPr="00E020E2" w:rsidRDefault="00CD38E4" w:rsidP="00CD38E4">
            <w:pPr>
              <w:pStyle w:val="TabulkaText"/>
              <w:rPr>
                <w:rStyle w:val="Siln"/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>
              <w:rPr>
                <w:rStyle w:val="Siln"/>
                <w:rFonts w:asciiTheme="minorHAnsi" w:hAnsiTheme="minorHAnsi" w:cstheme="minorHAnsi"/>
                <w:sz w:val="20"/>
                <w:szCs w:val="20"/>
              </w:rPr>
              <w:t>Telco</w:t>
            </w:r>
            <w:proofErr w:type="spellEnd"/>
            <w:r>
              <w:rPr>
                <w:rStyle w:val="Siln"/>
                <w:rFonts w:asciiTheme="minorHAnsi" w:hAnsiTheme="minorHAnsi" w:cstheme="minorHAnsi"/>
                <w:sz w:val="20"/>
                <w:szCs w:val="20"/>
              </w:rPr>
              <w:t xml:space="preserve"> Pro </w:t>
            </w:r>
            <w:proofErr w:type="spellStart"/>
            <w:r>
              <w:rPr>
                <w:rStyle w:val="Siln"/>
                <w:rFonts w:asciiTheme="minorHAnsi" w:hAnsiTheme="minorHAnsi" w:cstheme="minorHAnsi"/>
                <w:sz w:val="20"/>
                <w:szCs w:val="20"/>
              </w:rPr>
              <w:t>Services</w:t>
            </w:r>
            <w:proofErr w:type="spellEnd"/>
            <w:r>
              <w:rPr>
                <w:rStyle w:val="Siln"/>
                <w:rFonts w:asciiTheme="minorHAnsi" w:hAnsiTheme="minorHAnsi" w:cstheme="minorHAnsi"/>
                <w:sz w:val="20"/>
                <w:szCs w:val="20"/>
              </w:rPr>
              <w:t>, a.s.</w:t>
            </w:r>
          </w:p>
          <w:p w14:paraId="404E7E93" w14:textId="0FB7B9EE" w:rsidR="00CD38E4" w:rsidRPr="00E45A5E" w:rsidRDefault="00CD38E4" w:rsidP="00CD38E4">
            <w:pPr>
              <w:pStyle w:val="TabulkaText"/>
              <w:rPr>
                <w:rStyle w:val="Siln"/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>
              <w:rPr>
                <w:rStyle w:val="Siln"/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Duhová1531/3, 14053 Praha 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5A91BD" w14:textId="4BAAF44A" w:rsidR="00CD38E4" w:rsidRPr="00E45A5E" w:rsidRDefault="00981A24" w:rsidP="00CD38E4">
            <w:pPr>
              <w:pStyle w:val="TabulkaTex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19.10.2020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5CC51" w14:textId="2EE98A62" w:rsidR="00CD38E4" w:rsidRPr="00E45A5E" w:rsidRDefault="00CD38E4" w:rsidP="00CD38E4">
            <w:pPr>
              <w:pStyle w:val="TabulkaTex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nenachází se</w:t>
            </w:r>
          </w:p>
        </w:tc>
      </w:tr>
      <w:tr w:rsidR="00CD38E4" w:rsidRPr="00E45A5E" w14:paraId="5F3379CF" w14:textId="77777777" w:rsidTr="00203160">
        <w:trPr>
          <w:cantSplit/>
          <w:trHeight w:val="68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27059E" w14:textId="2A3B6A7B" w:rsidR="00CD38E4" w:rsidRPr="00E45A5E" w:rsidRDefault="00CD38E4" w:rsidP="00CD38E4">
            <w:pPr>
              <w:pStyle w:val="TabulkaTex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1A1D26" w14:textId="5AD342B9" w:rsidR="00CD38E4" w:rsidRPr="00561041" w:rsidRDefault="00561041" w:rsidP="00CD38E4">
            <w:pPr>
              <w:pStyle w:val="TabulkaTex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6104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Královéhradecká provozní, a.s.</w:t>
            </w:r>
          </w:p>
          <w:p w14:paraId="499C2F20" w14:textId="2C62869F" w:rsidR="00561041" w:rsidRPr="00E45A5E" w:rsidRDefault="00561041" w:rsidP="00CD38E4">
            <w:pPr>
              <w:pStyle w:val="TabulkaTex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Víta Nejedlého 893, 500 03 Hradec Králové 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C8BADE" w14:textId="1975B3C7" w:rsidR="00CD38E4" w:rsidRPr="00E45A5E" w:rsidRDefault="00561041" w:rsidP="00CD38E4">
            <w:pPr>
              <w:pStyle w:val="TabulkaTex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30.10.2020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B57AC4" w14:textId="216133C8" w:rsidR="00CD38E4" w:rsidRPr="00E45A5E" w:rsidRDefault="00561041" w:rsidP="00CD38E4">
            <w:pPr>
              <w:pStyle w:val="TabulkaTex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nenachází se </w:t>
            </w:r>
          </w:p>
        </w:tc>
      </w:tr>
      <w:tr w:rsidR="00CD38E4" w:rsidRPr="00E45A5E" w14:paraId="44E6E8CB" w14:textId="77777777" w:rsidTr="00203160">
        <w:trPr>
          <w:cantSplit/>
          <w:trHeight w:val="68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D4D469" w14:textId="688F88C6" w:rsidR="00CD38E4" w:rsidRPr="00E45A5E" w:rsidRDefault="00CD38E4" w:rsidP="00CD38E4">
            <w:pPr>
              <w:pStyle w:val="TabulkaTex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3CD5CB" w14:textId="77777777" w:rsidR="00CD38E4" w:rsidRPr="00561041" w:rsidRDefault="00561041" w:rsidP="00CD38E4">
            <w:pPr>
              <w:pStyle w:val="TabulkaTex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6104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Vodovody a kanalizace Náchod, a.s.</w:t>
            </w:r>
          </w:p>
          <w:p w14:paraId="1E507C2E" w14:textId="4F2A8A63" w:rsidR="00561041" w:rsidRPr="00E45A5E" w:rsidRDefault="00561041" w:rsidP="00CD38E4">
            <w:pPr>
              <w:pStyle w:val="TabulkaTex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Kladská 1521, 54701 Náchod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B8C0D0" w14:textId="7BBFC923" w:rsidR="00CD38E4" w:rsidRPr="00E45A5E" w:rsidRDefault="00561041" w:rsidP="00CD38E4">
            <w:pPr>
              <w:pStyle w:val="TabulkaTex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23.10.2020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9A5B6" w14:textId="24A6BE9B" w:rsidR="00CD38E4" w:rsidRPr="00E45A5E" w:rsidRDefault="00561041" w:rsidP="00CD38E4">
            <w:pPr>
              <w:pStyle w:val="TabulkaTex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nachází se</w:t>
            </w:r>
          </w:p>
        </w:tc>
      </w:tr>
      <w:tr w:rsidR="00CD38E4" w:rsidRPr="00E45A5E" w14:paraId="7C016D61" w14:textId="77777777" w:rsidTr="00203160">
        <w:trPr>
          <w:cantSplit/>
          <w:trHeight w:val="68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7D9DFE" w14:textId="57148F72" w:rsidR="00CD38E4" w:rsidRPr="00E45A5E" w:rsidRDefault="00CD38E4" w:rsidP="00CD38E4">
            <w:pPr>
              <w:pStyle w:val="TabulkaTex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4D31DA" w14:textId="77777777" w:rsidR="00CD38E4" w:rsidRPr="008E02A9" w:rsidRDefault="008E02A9" w:rsidP="00CD38E4">
            <w:pPr>
              <w:pStyle w:val="TabulkaTex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E02A9">
              <w:rPr>
                <w:rFonts w:asciiTheme="minorHAnsi" w:hAnsiTheme="minorHAnsi" w:cstheme="minorHAnsi"/>
                <w:b/>
                <w:sz w:val="20"/>
                <w:szCs w:val="20"/>
              </w:rPr>
              <w:t>Městys Nový Hrádek</w:t>
            </w:r>
          </w:p>
          <w:p w14:paraId="42170BB4" w14:textId="7BE9EDAC" w:rsidR="008E02A9" w:rsidRPr="00E45A5E" w:rsidRDefault="008E02A9" w:rsidP="00CD38E4">
            <w:pPr>
              <w:pStyle w:val="TabulkaTex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Náměstí 28, 549 22 Nový Hrádek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28CBF0" w14:textId="29865EAD" w:rsidR="00CD38E4" w:rsidRPr="00E45A5E" w:rsidRDefault="008E02A9" w:rsidP="00CD38E4">
            <w:pPr>
              <w:pStyle w:val="TabulkaTex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26.11.2020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247DF7" w14:textId="0142ACAC" w:rsidR="00CD38E4" w:rsidRPr="00E45A5E" w:rsidRDefault="008E02A9" w:rsidP="00CD38E4">
            <w:pPr>
              <w:pStyle w:val="TabulkaTex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nenachází se</w:t>
            </w:r>
          </w:p>
        </w:tc>
      </w:tr>
      <w:tr w:rsidR="00CD38E4" w:rsidRPr="00E45A5E" w14:paraId="2E2776CA" w14:textId="77777777" w:rsidTr="00203160">
        <w:trPr>
          <w:cantSplit/>
          <w:trHeight w:val="75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CE1DCB" w14:textId="2521BE09" w:rsidR="00CD38E4" w:rsidRPr="00E45A5E" w:rsidRDefault="00CD38E4" w:rsidP="00CD38E4">
            <w:pPr>
              <w:pStyle w:val="TabulkaTex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1A4D66" w14:textId="77777777" w:rsidR="00CD38E4" w:rsidRPr="008E02A9" w:rsidRDefault="008E02A9" w:rsidP="00CD38E4">
            <w:pPr>
              <w:pStyle w:val="TabulkaTex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E02A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Obec Bohdašín</w:t>
            </w:r>
          </w:p>
          <w:p w14:paraId="5E5F3F3F" w14:textId="25721F21" w:rsidR="008E02A9" w:rsidRPr="00F65B6F" w:rsidRDefault="008E02A9" w:rsidP="00CD38E4">
            <w:pPr>
              <w:pStyle w:val="TabulkaTex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Bohdašín 21, 518 01 Dobruška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0A2D21" w14:textId="11B1B9F8" w:rsidR="00CD38E4" w:rsidRPr="00E45A5E" w:rsidRDefault="008E02A9" w:rsidP="00CD38E4">
            <w:pPr>
              <w:pStyle w:val="TabulkaTex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04.11.2020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720B47" w14:textId="711BBF91" w:rsidR="00CD38E4" w:rsidRPr="00E45A5E" w:rsidRDefault="008E02A9" w:rsidP="00CD38E4">
            <w:pPr>
              <w:pStyle w:val="TabulkaTex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nenachází se</w:t>
            </w:r>
          </w:p>
        </w:tc>
      </w:tr>
      <w:bookmarkEnd w:id="0"/>
    </w:tbl>
    <w:p w14:paraId="33FC96EF" w14:textId="77777777" w:rsidR="00C506F0" w:rsidRPr="002E1698" w:rsidRDefault="00C506F0" w:rsidP="002E17BF">
      <w:pPr>
        <w:pStyle w:val="TabulkaText"/>
      </w:pPr>
    </w:p>
    <w:sectPr w:rsidR="00C506F0" w:rsidRPr="002E1698" w:rsidSect="00AF577C">
      <w:headerReference w:type="default" r:id="rId8"/>
      <w:footerReference w:type="default" r:id="rId9"/>
      <w:headerReference w:type="first" r:id="rId10"/>
      <w:pgSz w:w="11906" w:h="16838" w:code="9"/>
      <w:pgMar w:top="1276" w:right="851" w:bottom="567" w:left="142" w:header="567" w:footer="567" w:gutter="1134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496887" w14:textId="77777777" w:rsidR="007F74EE" w:rsidRDefault="007F74EE" w:rsidP="00C94CF8">
      <w:r>
        <w:separator/>
      </w:r>
    </w:p>
  </w:endnote>
  <w:endnote w:type="continuationSeparator" w:id="0">
    <w:p w14:paraId="7D5C7560" w14:textId="77777777" w:rsidR="007F74EE" w:rsidRDefault="007F74EE" w:rsidP="00C94C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08617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9C814A6" w14:textId="773784F4" w:rsidR="007F74EE" w:rsidRDefault="007F74EE" w:rsidP="00EF52AE">
        <w:pPr>
          <w:pStyle w:val="Zpa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  <w:r>
          <w:rPr>
            <w:noProof/>
          </w:rPr>
          <w:t xml:space="preserve"> z </w:t>
        </w:r>
        <w:r>
          <w:rPr>
            <w:noProof/>
          </w:rPr>
          <w:fldChar w:fldCharType="begin"/>
        </w:r>
        <w:r>
          <w:rPr>
            <w:noProof/>
          </w:rPr>
          <w:instrText xml:space="preserve"> =</w:instrText>
        </w:r>
        <w:r>
          <w:rPr>
            <w:noProof/>
          </w:rPr>
          <w:fldChar w:fldCharType="begin"/>
        </w:r>
        <w:r>
          <w:rPr>
            <w:noProof/>
          </w:rPr>
          <w:instrText xml:space="preserve"> NUMPAGES  \* Arabic  \* MERGEFORMAT </w:instrText>
        </w:r>
        <w:r>
          <w:rPr>
            <w:noProof/>
          </w:rPr>
          <w:fldChar w:fldCharType="separate"/>
        </w:r>
        <w:r w:rsidR="00E062C7">
          <w:rPr>
            <w:noProof/>
          </w:rPr>
          <w:instrText>1</w:instrText>
        </w:r>
        <w:r>
          <w:rPr>
            <w:noProof/>
          </w:rPr>
          <w:fldChar w:fldCharType="end"/>
        </w:r>
        <w:r>
          <w:rPr>
            <w:noProof/>
          </w:rPr>
          <w:instrText xml:space="preserve">+1 </w:instrText>
        </w:r>
        <w:r>
          <w:rPr>
            <w:noProof/>
          </w:rPr>
          <w:fldChar w:fldCharType="separate"/>
        </w:r>
        <w:r w:rsidR="00E062C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370C7D" w14:textId="77777777" w:rsidR="007F74EE" w:rsidRDefault="007F74EE" w:rsidP="00C94CF8">
      <w:r>
        <w:separator/>
      </w:r>
    </w:p>
  </w:footnote>
  <w:footnote w:type="continuationSeparator" w:id="0">
    <w:p w14:paraId="4793759C" w14:textId="77777777" w:rsidR="007F74EE" w:rsidRDefault="007F74EE" w:rsidP="00C94C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2913F2" w14:textId="4D87029B" w:rsidR="007F74EE" w:rsidRDefault="00335C42" w:rsidP="00B1596C">
    <w:pPr>
      <w:pStyle w:val="Zhlav"/>
    </w:pPr>
    <w:r>
      <w:rPr>
        <w:rFonts w:cs="Arial"/>
        <w:noProof/>
        <w:color w:val="A6A6A6" w:themeColor="background1" w:themeShade="A6"/>
        <w:sz w:val="32"/>
        <w:szCs w:val="32"/>
      </w:rPr>
      <w:drawing>
        <wp:anchor distT="0" distB="0" distL="114300" distR="114300" simplePos="0" relativeHeight="251661312" behindDoc="1" locked="0" layoutInCell="1" allowOverlap="1" wp14:anchorId="1B0EC0BE" wp14:editId="09DDF8FB">
          <wp:simplePos x="0" y="0"/>
          <wp:positionH relativeFrom="margin">
            <wp:posOffset>4610100</wp:posOffset>
          </wp:positionH>
          <wp:positionV relativeFrom="paragraph">
            <wp:posOffset>-144780</wp:posOffset>
          </wp:positionV>
          <wp:extent cx="1591945" cy="461645"/>
          <wp:effectExtent l="0" t="0" r="8255" b="0"/>
          <wp:wrapTight wrapText="bothSides">
            <wp:wrapPolygon edited="0">
              <wp:start x="0" y="0"/>
              <wp:lineTo x="0" y="20501"/>
              <wp:lineTo x="21454" y="20501"/>
              <wp:lineTo x="21454" y="0"/>
              <wp:lineTo x="0" y="0"/>
            </wp:wrapPolygon>
          </wp:wrapTight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1945" cy="461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3D5EB1" w14:textId="643287A7" w:rsidR="007F74EE" w:rsidRDefault="002E0501">
    <w:pPr>
      <w:pStyle w:val="Zhlav"/>
    </w:pPr>
    <w:r>
      <w:rPr>
        <w:rFonts w:cs="Arial"/>
        <w:noProof/>
        <w:color w:val="A6A6A6" w:themeColor="background1" w:themeShade="A6"/>
        <w:sz w:val="32"/>
        <w:szCs w:val="32"/>
      </w:rPr>
      <w:drawing>
        <wp:anchor distT="0" distB="0" distL="114300" distR="114300" simplePos="0" relativeHeight="251659264" behindDoc="1" locked="0" layoutInCell="1" allowOverlap="1" wp14:anchorId="018AF540" wp14:editId="72BB6B31">
          <wp:simplePos x="0" y="0"/>
          <wp:positionH relativeFrom="margin">
            <wp:posOffset>4607560</wp:posOffset>
          </wp:positionH>
          <wp:positionV relativeFrom="paragraph">
            <wp:posOffset>-160020</wp:posOffset>
          </wp:positionV>
          <wp:extent cx="1591945" cy="461645"/>
          <wp:effectExtent l="0" t="0" r="8255" b="0"/>
          <wp:wrapTight wrapText="bothSides">
            <wp:wrapPolygon edited="0">
              <wp:start x="0" y="0"/>
              <wp:lineTo x="0" y="20501"/>
              <wp:lineTo x="21454" y="20501"/>
              <wp:lineTo x="21454" y="0"/>
              <wp:lineTo x="0" y="0"/>
            </wp:wrapPolygon>
          </wp:wrapTight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1945" cy="461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C59A21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B62C36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7F42A1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CBC5A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DDE66D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6A07DE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DA812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0F4B45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B6A4E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D10E1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664467"/>
    <w:multiLevelType w:val="hybridMultilevel"/>
    <w:tmpl w:val="CF98747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11077A14"/>
    <w:multiLevelType w:val="multilevel"/>
    <w:tmpl w:val="09C4172A"/>
    <w:numStyleLink w:val="Zatdnmostu"/>
  </w:abstractNum>
  <w:abstractNum w:abstractNumId="12" w15:restartNumberingAfterBreak="0">
    <w:nsid w:val="165457F4"/>
    <w:multiLevelType w:val="multilevel"/>
    <w:tmpl w:val="09C4172A"/>
    <w:numStyleLink w:val="Zatdnmostu"/>
  </w:abstractNum>
  <w:abstractNum w:abstractNumId="13" w15:restartNumberingAfterBreak="0">
    <w:nsid w:val="2095261A"/>
    <w:multiLevelType w:val="hybridMultilevel"/>
    <w:tmpl w:val="20B882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064747"/>
    <w:multiLevelType w:val="multilevel"/>
    <w:tmpl w:val="09C4172A"/>
    <w:numStyleLink w:val="Zatdnmostu"/>
  </w:abstractNum>
  <w:abstractNum w:abstractNumId="15" w15:restartNumberingAfterBreak="0">
    <w:nsid w:val="3B3B04EF"/>
    <w:multiLevelType w:val="multilevel"/>
    <w:tmpl w:val="09C4172A"/>
    <w:numStyleLink w:val="Zatdnmostu"/>
  </w:abstractNum>
  <w:abstractNum w:abstractNumId="16" w15:restartNumberingAfterBreak="0">
    <w:nsid w:val="40C453D5"/>
    <w:multiLevelType w:val="hybridMultilevel"/>
    <w:tmpl w:val="D50810C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4F8905FB"/>
    <w:multiLevelType w:val="multilevel"/>
    <w:tmpl w:val="8A265B7A"/>
    <w:lvl w:ilvl="0">
      <w:start w:val="1"/>
      <w:numFmt w:val="decimal"/>
      <w:pStyle w:val="Nadpis1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dpis2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adpis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upperLetter"/>
      <w:pStyle w:val="Nadpis6"/>
      <w:suff w:val="space"/>
      <w:lvlText w:val="Příloha %6 -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4F996FD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0DD70AD"/>
    <w:multiLevelType w:val="multilevel"/>
    <w:tmpl w:val="09C4172A"/>
    <w:styleLink w:val="Zatdnmostu"/>
    <w:lvl w:ilvl="0">
      <w:start w:val="1"/>
      <w:numFmt w:val="bullet"/>
      <w:lvlText w:val="»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bullet"/>
      <w:lvlText w:val=""/>
      <w:lvlJc w:val="left"/>
      <w:pPr>
        <w:ind w:left="568" w:hanging="284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ind w:left="1136" w:hanging="284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ind w:left="1420" w:hanging="284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1988" w:hanging="284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ind w:left="2272" w:hanging="284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ind w:left="2556" w:hanging="284"/>
      </w:pPr>
      <w:rPr>
        <w:rFonts w:ascii="Wingdings" w:hAnsi="Wingdings" w:hint="default"/>
      </w:rPr>
    </w:lvl>
  </w:abstractNum>
  <w:abstractNum w:abstractNumId="20" w15:restartNumberingAfterBreak="0">
    <w:nsid w:val="67F02B59"/>
    <w:multiLevelType w:val="hybridMultilevel"/>
    <w:tmpl w:val="F3FEFF44"/>
    <w:lvl w:ilvl="0" w:tplc="57C45C22">
      <w:numFmt w:val="bullet"/>
      <w:lvlText w:val="•"/>
      <w:lvlJc w:val="left"/>
      <w:pPr>
        <w:ind w:left="927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6A697CAE"/>
    <w:multiLevelType w:val="multilevel"/>
    <w:tmpl w:val="09C4172A"/>
    <w:numStyleLink w:val="Zatdnmostu"/>
  </w:abstractNum>
  <w:abstractNum w:abstractNumId="22" w15:restartNumberingAfterBreak="0">
    <w:nsid w:val="76AF7540"/>
    <w:multiLevelType w:val="multilevel"/>
    <w:tmpl w:val="09C4172A"/>
    <w:numStyleLink w:val="Zatdnmostu"/>
  </w:abstractNum>
  <w:abstractNum w:abstractNumId="23" w15:restartNumberingAfterBreak="0">
    <w:nsid w:val="779C6301"/>
    <w:multiLevelType w:val="multilevel"/>
    <w:tmpl w:val="09C4172A"/>
    <w:numStyleLink w:val="Zatdnmostu"/>
  </w:abstractNum>
  <w:abstractNum w:abstractNumId="24" w15:restartNumberingAfterBreak="0">
    <w:nsid w:val="7C0A65DC"/>
    <w:multiLevelType w:val="multilevel"/>
    <w:tmpl w:val="09C4172A"/>
    <w:numStyleLink w:val="Zatdnmostu"/>
  </w:abstractNum>
  <w:abstractNum w:abstractNumId="25" w15:restartNumberingAfterBreak="0">
    <w:nsid w:val="7C203348"/>
    <w:multiLevelType w:val="multilevel"/>
    <w:tmpl w:val="09C4172A"/>
    <w:numStyleLink w:val="Zatdnmostu"/>
  </w:abstractNum>
  <w:abstractNum w:abstractNumId="26" w15:restartNumberingAfterBreak="0">
    <w:nsid w:val="7C3260F7"/>
    <w:multiLevelType w:val="multilevel"/>
    <w:tmpl w:val="09C4172A"/>
    <w:numStyleLink w:val="Zatdnmostu"/>
  </w:abstractNum>
  <w:num w:numId="1">
    <w:abstractNumId w:val="18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7"/>
  </w:num>
  <w:num w:numId="13">
    <w:abstractNumId w:val="19"/>
  </w:num>
  <w:num w:numId="14">
    <w:abstractNumId w:val="12"/>
  </w:num>
  <w:num w:numId="15">
    <w:abstractNumId w:val="24"/>
  </w:num>
  <w:num w:numId="16">
    <w:abstractNumId w:val="13"/>
  </w:num>
  <w:num w:numId="17">
    <w:abstractNumId w:val="10"/>
  </w:num>
  <w:num w:numId="18">
    <w:abstractNumId w:val="16"/>
  </w:num>
  <w:num w:numId="19">
    <w:abstractNumId w:val="26"/>
  </w:num>
  <w:num w:numId="20">
    <w:abstractNumId w:val="26"/>
    <w:lvlOverride w:ilvl="0">
      <w:startOverride w:val="1"/>
    </w:lvlOverride>
  </w:num>
  <w:num w:numId="21">
    <w:abstractNumId w:val="26"/>
    <w:lvlOverride w:ilvl="0">
      <w:startOverride w:val="1"/>
    </w:lvlOverride>
  </w:num>
  <w:num w:numId="22">
    <w:abstractNumId w:val="26"/>
  </w:num>
  <w:num w:numId="23">
    <w:abstractNumId w:val="11"/>
  </w:num>
  <w:num w:numId="24">
    <w:abstractNumId w:val="22"/>
  </w:num>
  <w:num w:numId="25">
    <w:abstractNumId w:val="15"/>
  </w:num>
  <w:num w:numId="26">
    <w:abstractNumId w:val="25"/>
  </w:num>
  <w:num w:numId="27">
    <w:abstractNumId w:val="14"/>
  </w:num>
  <w:num w:numId="28">
    <w:abstractNumId w:val="21"/>
  </w:num>
  <w:num w:numId="29">
    <w:abstractNumId w:val="20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3B1C"/>
    <w:rsid w:val="000023D3"/>
    <w:rsid w:val="000043B8"/>
    <w:rsid w:val="00012DB5"/>
    <w:rsid w:val="00015E1C"/>
    <w:rsid w:val="000227F6"/>
    <w:rsid w:val="00025577"/>
    <w:rsid w:val="00026711"/>
    <w:rsid w:val="000318BD"/>
    <w:rsid w:val="00040A0A"/>
    <w:rsid w:val="000413FD"/>
    <w:rsid w:val="000463D1"/>
    <w:rsid w:val="00051273"/>
    <w:rsid w:val="00085A62"/>
    <w:rsid w:val="000917BA"/>
    <w:rsid w:val="000A2D3D"/>
    <w:rsid w:val="000A349E"/>
    <w:rsid w:val="000B589E"/>
    <w:rsid w:val="000B67C6"/>
    <w:rsid w:val="000C1FF5"/>
    <w:rsid w:val="000C27F1"/>
    <w:rsid w:val="000F31F4"/>
    <w:rsid w:val="000F561B"/>
    <w:rsid w:val="00101259"/>
    <w:rsid w:val="00104BE2"/>
    <w:rsid w:val="00106AF6"/>
    <w:rsid w:val="00126025"/>
    <w:rsid w:val="001313CE"/>
    <w:rsid w:val="0013577F"/>
    <w:rsid w:val="001361FD"/>
    <w:rsid w:val="00143F69"/>
    <w:rsid w:val="00146A02"/>
    <w:rsid w:val="00152751"/>
    <w:rsid w:val="00153CC5"/>
    <w:rsid w:val="001542AB"/>
    <w:rsid w:val="0015725B"/>
    <w:rsid w:val="001634FA"/>
    <w:rsid w:val="00163EDF"/>
    <w:rsid w:val="00172E7B"/>
    <w:rsid w:val="0018174A"/>
    <w:rsid w:val="00186A5C"/>
    <w:rsid w:val="001A18B6"/>
    <w:rsid w:val="001A281C"/>
    <w:rsid w:val="001A2EAD"/>
    <w:rsid w:val="001A3E53"/>
    <w:rsid w:val="001A6B36"/>
    <w:rsid w:val="001A6BBC"/>
    <w:rsid w:val="001B7832"/>
    <w:rsid w:val="001C7CE9"/>
    <w:rsid w:val="001D3FF0"/>
    <w:rsid w:val="001D5130"/>
    <w:rsid w:val="001D53ED"/>
    <w:rsid w:val="001F1382"/>
    <w:rsid w:val="001F56BF"/>
    <w:rsid w:val="001F778A"/>
    <w:rsid w:val="00200D28"/>
    <w:rsid w:val="00203160"/>
    <w:rsid w:val="00206166"/>
    <w:rsid w:val="00215410"/>
    <w:rsid w:val="00216695"/>
    <w:rsid w:val="00217225"/>
    <w:rsid w:val="0022076F"/>
    <w:rsid w:val="00227617"/>
    <w:rsid w:val="002322CC"/>
    <w:rsid w:val="002445BB"/>
    <w:rsid w:val="002473E3"/>
    <w:rsid w:val="00257573"/>
    <w:rsid w:val="00270015"/>
    <w:rsid w:val="00274A45"/>
    <w:rsid w:val="00280641"/>
    <w:rsid w:val="00282647"/>
    <w:rsid w:val="002829A9"/>
    <w:rsid w:val="00292494"/>
    <w:rsid w:val="002953BF"/>
    <w:rsid w:val="002A0C82"/>
    <w:rsid w:val="002A4707"/>
    <w:rsid w:val="002A6D36"/>
    <w:rsid w:val="002B26F9"/>
    <w:rsid w:val="002B5776"/>
    <w:rsid w:val="002C3F95"/>
    <w:rsid w:val="002C458E"/>
    <w:rsid w:val="002D1317"/>
    <w:rsid w:val="002D45F3"/>
    <w:rsid w:val="002D5F20"/>
    <w:rsid w:val="002E0501"/>
    <w:rsid w:val="002E1698"/>
    <w:rsid w:val="002E17BF"/>
    <w:rsid w:val="002F4648"/>
    <w:rsid w:val="002F54E5"/>
    <w:rsid w:val="00317C3E"/>
    <w:rsid w:val="003274E3"/>
    <w:rsid w:val="00335C42"/>
    <w:rsid w:val="00336F9E"/>
    <w:rsid w:val="003520B8"/>
    <w:rsid w:val="0035217F"/>
    <w:rsid w:val="00355907"/>
    <w:rsid w:val="0036302B"/>
    <w:rsid w:val="00373F2F"/>
    <w:rsid w:val="00386057"/>
    <w:rsid w:val="0039504D"/>
    <w:rsid w:val="003B322F"/>
    <w:rsid w:val="003B4106"/>
    <w:rsid w:val="003C0807"/>
    <w:rsid w:val="003C38C8"/>
    <w:rsid w:val="003C47F8"/>
    <w:rsid w:val="003D3FFD"/>
    <w:rsid w:val="003E1C36"/>
    <w:rsid w:val="003E7956"/>
    <w:rsid w:val="004137A0"/>
    <w:rsid w:val="00417559"/>
    <w:rsid w:val="00422062"/>
    <w:rsid w:val="0042470F"/>
    <w:rsid w:val="0042794D"/>
    <w:rsid w:val="0043763E"/>
    <w:rsid w:val="0044026E"/>
    <w:rsid w:val="004414C6"/>
    <w:rsid w:val="0044317C"/>
    <w:rsid w:val="0045325A"/>
    <w:rsid w:val="00470A61"/>
    <w:rsid w:val="00472DFD"/>
    <w:rsid w:val="00480648"/>
    <w:rsid w:val="00483B3B"/>
    <w:rsid w:val="00485662"/>
    <w:rsid w:val="004901D9"/>
    <w:rsid w:val="00493D39"/>
    <w:rsid w:val="0049548A"/>
    <w:rsid w:val="004966A6"/>
    <w:rsid w:val="00496D48"/>
    <w:rsid w:val="004B01A0"/>
    <w:rsid w:val="004B212A"/>
    <w:rsid w:val="004B2CED"/>
    <w:rsid w:val="004C0FA3"/>
    <w:rsid w:val="004C5FF0"/>
    <w:rsid w:val="004C6D43"/>
    <w:rsid w:val="004D0C74"/>
    <w:rsid w:val="004D117B"/>
    <w:rsid w:val="004E2208"/>
    <w:rsid w:val="005076A1"/>
    <w:rsid w:val="005134DF"/>
    <w:rsid w:val="00513B2E"/>
    <w:rsid w:val="00513FC6"/>
    <w:rsid w:val="0051643E"/>
    <w:rsid w:val="00523C9D"/>
    <w:rsid w:val="00526AFA"/>
    <w:rsid w:val="0053301B"/>
    <w:rsid w:val="0054178A"/>
    <w:rsid w:val="00546A19"/>
    <w:rsid w:val="00557DF7"/>
    <w:rsid w:val="00561041"/>
    <w:rsid w:val="00564892"/>
    <w:rsid w:val="00571498"/>
    <w:rsid w:val="005776C3"/>
    <w:rsid w:val="00581559"/>
    <w:rsid w:val="00582E20"/>
    <w:rsid w:val="00590F9F"/>
    <w:rsid w:val="005968F0"/>
    <w:rsid w:val="00597204"/>
    <w:rsid w:val="005A0474"/>
    <w:rsid w:val="005A0591"/>
    <w:rsid w:val="005A0D95"/>
    <w:rsid w:val="005A49C3"/>
    <w:rsid w:val="005A6BBD"/>
    <w:rsid w:val="005A7233"/>
    <w:rsid w:val="005B0E15"/>
    <w:rsid w:val="005C42F1"/>
    <w:rsid w:val="005C520B"/>
    <w:rsid w:val="005C5698"/>
    <w:rsid w:val="005C68CD"/>
    <w:rsid w:val="005D1926"/>
    <w:rsid w:val="005D7B42"/>
    <w:rsid w:val="005E452C"/>
    <w:rsid w:val="005F01A0"/>
    <w:rsid w:val="005F06CC"/>
    <w:rsid w:val="005F4368"/>
    <w:rsid w:val="005F47D6"/>
    <w:rsid w:val="005F4EF3"/>
    <w:rsid w:val="0061655C"/>
    <w:rsid w:val="006206F0"/>
    <w:rsid w:val="00622026"/>
    <w:rsid w:val="006253F8"/>
    <w:rsid w:val="006272AD"/>
    <w:rsid w:val="00631B46"/>
    <w:rsid w:val="006338EC"/>
    <w:rsid w:val="006343F9"/>
    <w:rsid w:val="00635DEA"/>
    <w:rsid w:val="00646CDD"/>
    <w:rsid w:val="006510C1"/>
    <w:rsid w:val="00651819"/>
    <w:rsid w:val="006543D7"/>
    <w:rsid w:val="00655308"/>
    <w:rsid w:val="0065555E"/>
    <w:rsid w:val="00655938"/>
    <w:rsid w:val="00657099"/>
    <w:rsid w:val="0066495A"/>
    <w:rsid w:val="0067012C"/>
    <w:rsid w:val="00670540"/>
    <w:rsid w:val="006758BA"/>
    <w:rsid w:val="0067641C"/>
    <w:rsid w:val="00676F5A"/>
    <w:rsid w:val="00677B93"/>
    <w:rsid w:val="00680A99"/>
    <w:rsid w:val="00683D86"/>
    <w:rsid w:val="006847FD"/>
    <w:rsid w:val="00691462"/>
    <w:rsid w:val="0069548B"/>
    <w:rsid w:val="006972B1"/>
    <w:rsid w:val="006A12F1"/>
    <w:rsid w:val="006A62B3"/>
    <w:rsid w:val="006A6B5A"/>
    <w:rsid w:val="006C38B9"/>
    <w:rsid w:val="006C3EB9"/>
    <w:rsid w:val="006D2EA5"/>
    <w:rsid w:val="006D3CA0"/>
    <w:rsid w:val="006D546E"/>
    <w:rsid w:val="006E58E9"/>
    <w:rsid w:val="006F08E9"/>
    <w:rsid w:val="006F27CA"/>
    <w:rsid w:val="007104CC"/>
    <w:rsid w:val="0072561E"/>
    <w:rsid w:val="00730CC8"/>
    <w:rsid w:val="00731F44"/>
    <w:rsid w:val="00760191"/>
    <w:rsid w:val="00767D74"/>
    <w:rsid w:val="007754F0"/>
    <w:rsid w:val="00781891"/>
    <w:rsid w:val="00783D3F"/>
    <w:rsid w:val="00784759"/>
    <w:rsid w:val="00797BED"/>
    <w:rsid w:val="007A2163"/>
    <w:rsid w:val="007A3BCB"/>
    <w:rsid w:val="007C020D"/>
    <w:rsid w:val="007C2930"/>
    <w:rsid w:val="007E10C7"/>
    <w:rsid w:val="007F1C39"/>
    <w:rsid w:val="007F74EE"/>
    <w:rsid w:val="00802754"/>
    <w:rsid w:val="00803158"/>
    <w:rsid w:val="0081219D"/>
    <w:rsid w:val="00813CCE"/>
    <w:rsid w:val="00823DD9"/>
    <w:rsid w:val="00824B66"/>
    <w:rsid w:val="0083547A"/>
    <w:rsid w:val="008365A9"/>
    <w:rsid w:val="008437A6"/>
    <w:rsid w:val="00850B78"/>
    <w:rsid w:val="00854065"/>
    <w:rsid w:val="00861493"/>
    <w:rsid w:val="00861FC8"/>
    <w:rsid w:val="00870FB0"/>
    <w:rsid w:val="00871918"/>
    <w:rsid w:val="00876860"/>
    <w:rsid w:val="008768DF"/>
    <w:rsid w:val="00886911"/>
    <w:rsid w:val="00896BBC"/>
    <w:rsid w:val="008A46A4"/>
    <w:rsid w:val="008B09AC"/>
    <w:rsid w:val="008B56AD"/>
    <w:rsid w:val="008C1E9E"/>
    <w:rsid w:val="008C2009"/>
    <w:rsid w:val="008C5EC9"/>
    <w:rsid w:val="008D140B"/>
    <w:rsid w:val="008D2F1A"/>
    <w:rsid w:val="008E02A9"/>
    <w:rsid w:val="008F0476"/>
    <w:rsid w:val="008F5F68"/>
    <w:rsid w:val="00903575"/>
    <w:rsid w:val="00911D0E"/>
    <w:rsid w:val="00914B93"/>
    <w:rsid w:val="009212F6"/>
    <w:rsid w:val="00922D1B"/>
    <w:rsid w:val="00924119"/>
    <w:rsid w:val="0092610A"/>
    <w:rsid w:val="009368C0"/>
    <w:rsid w:val="00945291"/>
    <w:rsid w:val="00953C20"/>
    <w:rsid w:val="0096383D"/>
    <w:rsid w:val="00974AA2"/>
    <w:rsid w:val="00976D86"/>
    <w:rsid w:val="00981A24"/>
    <w:rsid w:val="00981BCE"/>
    <w:rsid w:val="00984108"/>
    <w:rsid w:val="00986FFD"/>
    <w:rsid w:val="00992428"/>
    <w:rsid w:val="00996249"/>
    <w:rsid w:val="009A2E3C"/>
    <w:rsid w:val="009A3773"/>
    <w:rsid w:val="009A42F9"/>
    <w:rsid w:val="009A4441"/>
    <w:rsid w:val="009A70AC"/>
    <w:rsid w:val="009B1A68"/>
    <w:rsid w:val="009B6736"/>
    <w:rsid w:val="009B7943"/>
    <w:rsid w:val="009D5404"/>
    <w:rsid w:val="009D5A6C"/>
    <w:rsid w:val="009D5D10"/>
    <w:rsid w:val="009E1D52"/>
    <w:rsid w:val="009E540A"/>
    <w:rsid w:val="009F02D8"/>
    <w:rsid w:val="009F3317"/>
    <w:rsid w:val="009F4076"/>
    <w:rsid w:val="009F7DBA"/>
    <w:rsid w:val="00A0539B"/>
    <w:rsid w:val="00A13B19"/>
    <w:rsid w:val="00A45F7C"/>
    <w:rsid w:val="00A54AC3"/>
    <w:rsid w:val="00A64347"/>
    <w:rsid w:val="00A70556"/>
    <w:rsid w:val="00A80AF8"/>
    <w:rsid w:val="00A8190D"/>
    <w:rsid w:val="00A95FE6"/>
    <w:rsid w:val="00AA57DD"/>
    <w:rsid w:val="00AD563C"/>
    <w:rsid w:val="00AD6625"/>
    <w:rsid w:val="00AE0AE9"/>
    <w:rsid w:val="00AE248F"/>
    <w:rsid w:val="00AE285C"/>
    <w:rsid w:val="00AE6E3D"/>
    <w:rsid w:val="00AF3B1C"/>
    <w:rsid w:val="00AF577C"/>
    <w:rsid w:val="00B10EBE"/>
    <w:rsid w:val="00B12BCB"/>
    <w:rsid w:val="00B132EE"/>
    <w:rsid w:val="00B1596C"/>
    <w:rsid w:val="00B30F06"/>
    <w:rsid w:val="00B370DF"/>
    <w:rsid w:val="00B4090A"/>
    <w:rsid w:val="00B5180A"/>
    <w:rsid w:val="00B528F2"/>
    <w:rsid w:val="00B56AB3"/>
    <w:rsid w:val="00B60FA1"/>
    <w:rsid w:val="00B64E12"/>
    <w:rsid w:val="00B70E85"/>
    <w:rsid w:val="00B9011B"/>
    <w:rsid w:val="00B91AE5"/>
    <w:rsid w:val="00BA250F"/>
    <w:rsid w:val="00BA272E"/>
    <w:rsid w:val="00BA2D98"/>
    <w:rsid w:val="00BA3CFD"/>
    <w:rsid w:val="00BA49B4"/>
    <w:rsid w:val="00BA7271"/>
    <w:rsid w:val="00BB3763"/>
    <w:rsid w:val="00BC0748"/>
    <w:rsid w:val="00BC6713"/>
    <w:rsid w:val="00BD1829"/>
    <w:rsid w:val="00BD1EBB"/>
    <w:rsid w:val="00BD25AD"/>
    <w:rsid w:val="00BD59A6"/>
    <w:rsid w:val="00BE20B6"/>
    <w:rsid w:val="00BE28D3"/>
    <w:rsid w:val="00BF1C69"/>
    <w:rsid w:val="00BF2F0A"/>
    <w:rsid w:val="00C001B9"/>
    <w:rsid w:val="00C0218E"/>
    <w:rsid w:val="00C034DB"/>
    <w:rsid w:val="00C035AD"/>
    <w:rsid w:val="00C15FAB"/>
    <w:rsid w:val="00C171F2"/>
    <w:rsid w:val="00C23BE5"/>
    <w:rsid w:val="00C25EB9"/>
    <w:rsid w:val="00C32432"/>
    <w:rsid w:val="00C351CF"/>
    <w:rsid w:val="00C47DAA"/>
    <w:rsid w:val="00C506F0"/>
    <w:rsid w:val="00C5310A"/>
    <w:rsid w:val="00C5738A"/>
    <w:rsid w:val="00C66018"/>
    <w:rsid w:val="00C677FB"/>
    <w:rsid w:val="00C7685E"/>
    <w:rsid w:val="00C85E80"/>
    <w:rsid w:val="00C9229F"/>
    <w:rsid w:val="00C947A6"/>
    <w:rsid w:val="00C94CF8"/>
    <w:rsid w:val="00CA6C81"/>
    <w:rsid w:val="00CB33B6"/>
    <w:rsid w:val="00CB6721"/>
    <w:rsid w:val="00CB7E7E"/>
    <w:rsid w:val="00CB7F15"/>
    <w:rsid w:val="00CC5681"/>
    <w:rsid w:val="00CD38E4"/>
    <w:rsid w:val="00CD59CA"/>
    <w:rsid w:val="00CD59E9"/>
    <w:rsid w:val="00CE3506"/>
    <w:rsid w:val="00CE52E5"/>
    <w:rsid w:val="00CF15FD"/>
    <w:rsid w:val="00D0073C"/>
    <w:rsid w:val="00D01A0C"/>
    <w:rsid w:val="00D024F7"/>
    <w:rsid w:val="00D04843"/>
    <w:rsid w:val="00D05737"/>
    <w:rsid w:val="00D077C8"/>
    <w:rsid w:val="00D159C7"/>
    <w:rsid w:val="00D16845"/>
    <w:rsid w:val="00D32E8A"/>
    <w:rsid w:val="00D4161A"/>
    <w:rsid w:val="00D45F94"/>
    <w:rsid w:val="00D504D6"/>
    <w:rsid w:val="00D54F7C"/>
    <w:rsid w:val="00D57280"/>
    <w:rsid w:val="00D577FB"/>
    <w:rsid w:val="00D74C24"/>
    <w:rsid w:val="00D87867"/>
    <w:rsid w:val="00D9024A"/>
    <w:rsid w:val="00D91B99"/>
    <w:rsid w:val="00D945FB"/>
    <w:rsid w:val="00DA3A9C"/>
    <w:rsid w:val="00DA4555"/>
    <w:rsid w:val="00DB7146"/>
    <w:rsid w:val="00DC26D3"/>
    <w:rsid w:val="00DC3FA1"/>
    <w:rsid w:val="00DC5311"/>
    <w:rsid w:val="00DD1750"/>
    <w:rsid w:val="00DD66C2"/>
    <w:rsid w:val="00DE56B9"/>
    <w:rsid w:val="00DF07D0"/>
    <w:rsid w:val="00DF59BF"/>
    <w:rsid w:val="00DF6906"/>
    <w:rsid w:val="00DF6CEE"/>
    <w:rsid w:val="00E020E2"/>
    <w:rsid w:val="00E062C7"/>
    <w:rsid w:val="00E13F25"/>
    <w:rsid w:val="00E24CCA"/>
    <w:rsid w:val="00E271CA"/>
    <w:rsid w:val="00E27C85"/>
    <w:rsid w:val="00E32A2B"/>
    <w:rsid w:val="00E45A5E"/>
    <w:rsid w:val="00E5353F"/>
    <w:rsid w:val="00E53BCC"/>
    <w:rsid w:val="00E62F4D"/>
    <w:rsid w:val="00E634B6"/>
    <w:rsid w:val="00E770F5"/>
    <w:rsid w:val="00E83E29"/>
    <w:rsid w:val="00E83EB3"/>
    <w:rsid w:val="00E87858"/>
    <w:rsid w:val="00E92257"/>
    <w:rsid w:val="00E95D20"/>
    <w:rsid w:val="00EA0C9C"/>
    <w:rsid w:val="00EA3132"/>
    <w:rsid w:val="00EB3722"/>
    <w:rsid w:val="00EC2A5E"/>
    <w:rsid w:val="00ED0AC0"/>
    <w:rsid w:val="00ED12DB"/>
    <w:rsid w:val="00ED47A9"/>
    <w:rsid w:val="00ED4E8A"/>
    <w:rsid w:val="00EE01E5"/>
    <w:rsid w:val="00EE3076"/>
    <w:rsid w:val="00EE5B5F"/>
    <w:rsid w:val="00EF0699"/>
    <w:rsid w:val="00EF52AE"/>
    <w:rsid w:val="00F01287"/>
    <w:rsid w:val="00F13980"/>
    <w:rsid w:val="00F146F7"/>
    <w:rsid w:val="00F168A2"/>
    <w:rsid w:val="00F26E9A"/>
    <w:rsid w:val="00F3168B"/>
    <w:rsid w:val="00F31758"/>
    <w:rsid w:val="00F34207"/>
    <w:rsid w:val="00F351EF"/>
    <w:rsid w:val="00F367F2"/>
    <w:rsid w:val="00F427A9"/>
    <w:rsid w:val="00F42E85"/>
    <w:rsid w:val="00F47443"/>
    <w:rsid w:val="00F475E4"/>
    <w:rsid w:val="00F53589"/>
    <w:rsid w:val="00F53CFB"/>
    <w:rsid w:val="00F64076"/>
    <w:rsid w:val="00F65B6F"/>
    <w:rsid w:val="00F66D61"/>
    <w:rsid w:val="00F702CD"/>
    <w:rsid w:val="00F73400"/>
    <w:rsid w:val="00F8092B"/>
    <w:rsid w:val="00F841C9"/>
    <w:rsid w:val="00F84AB9"/>
    <w:rsid w:val="00F84EF4"/>
    <w:rsid w:val="00F86027"/>
    <w:rsid w:val="00F91170"/>
    <w:rsid w:val="00F926D1"/>
    <w:rsid w:val="00FB2093"/>
    <w:rsid w:val="00FC2B9B"/>
    <w:rsid w:val="00FC5EB6"/>
    <w:rsid w:val="00FD0C0F"/>
    <w:rsid w:val="00FF0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2B60C190"/>
  <w15:docId w15:val="{26224740-1F34-4FE5-BB22-52225F379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Verdana" w:eastAsiaTheme="minorHAnsi" w:hAnsi="Verdana" w:cstheme="minorBidi"/>
        <w:sz w:val="16"/>
        <w:szCs w:val="16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E540A"/>
    <w:pPr>
      <w:spacing w:after="120"/>
      <w:ind w:firstLine="567"/>
      <w:contextualSpacing/>
      <w:jc w:val="both"/>
    </w:pPr>
    <w:rPr>
      <w:rFonts w:ascii="Calibri" w:hAnsi="Calibri"/>
      <w:sz w:val="18"/>
    </w:rPr>
  </w:style>
  <w:style w:type="paragraph" w:styleId="Nadpis1">
    <w:name w:val="heading 1"/>
    <w:next w:val="Normln"/>
    <w:link w:val="Nadpis1Char"/>
    <w:uiPriority w:val="9"/>
    <w:qFormat/>
    <w:rsid w:val="004C5FF0"/>
    <w:pPr>
      <w:keepNext/>
      <w:keepLines/>
      <w:numPr>
        <w:numId w:val="12"/>
      </w:numPr>
      <w:spacing w:before="240" w:after="40"/>
      <w:outlineLvl w:val="0"/>
    </w:pPr>
    <w:rPr>
      <w:rFonts w:ascii="Calibri" w:eastAsiaTheme="majorEastAsia" w:hAnsi="Calibri" w:cstheme="majorBidi"/>
      <w:sz w:val="30"/>
      <w:szCs w:val="32"/>
    </w:rPr>
  </w:style>
  <w:style w:type="paragraph" w:styleId="Nadpis2">
    <w:name w:val="heading 2"/>
    <w:next w:val="Normln"/>
    <w:link w:val="Nadpis2Char"/>
    <w:uiPriority w:val="9"/>
    <w:unhideWhenUsed/>
    <w:qFormat/>
    <w:rsid w:val="00C85E80"/>
    <w:pPr>
      <w:keepNext/>
      <w:keepLines/>
      <w:numPr>
        <w:ilvl w:val="1"/>
        <w:numId w:val="12"/>
      </w:numPr>
      <w:spacing w:before="40" w:after="40"/>
      <w:outlineLvl w:val="1"/>
    </w:pPr>
    <w:rPr>
      <w:rFonts w:ascii="Calibri" w:hAnsi="Calibri"/>
      <w:sz w:val="26"/>
      <w:szCs w:val="26"/>
    </w:rPr>
  </w:style>
  <w:style w:type="paragraph" w:styleId="Nadpis3">
    <w:name w:val="heading 3"/>
    <w:next w:val="Normln"/>
    <w:link w:val="Nadpis3Char"/>
    <w:uiPriority w:val="9"/>
    <w:unhideWhenUsed/>
    <w:qFormat/>
    <w:rsid w:val="00C85E80"/>
    <w:pPr>
      <w:keepNext/>
      <w:keepLines/>
      <w:numPr>
        <w:ilvl w:val="2"/>
        <w:numId w:val="12"/>
      </w:numPr>
      <w:spacing w:before="40" w:after="40"/>
      <w:outlineLvl w:val="2"/>
    </w:pPr>
    <w:rPr>
      <w:rFonts w:ascii="Calibri" w:eastAsiaTheme="majorEastAsia" w:hAnsi="Calibri" w:cstheme="majorBidi"/>
      <w:sz w:val="22"/>
      <w:szCs w:val="24"/>
    </w:rPr>
  </w:style>
  <w:style w:type="paragraph" w:styleId="Nadpis4">
    <w:name w:val="heading 4"/>
    <w:next w:val="Normln"/>
    <w:link w:val="Nadpis4Char"/>
    <w:uiPriority w:val="9"/>
    <w:unhideWhenUsed/>
    <w:qFormat/>
    <w:rsid w:val="007104CC"/>
    <w:pPr>
      <w:keepNext/>
      <w:keepLines/>
      <w:spacing w:before="40"/>
      <w:outlineLvl w:val="3"/>
    </w:pPr>
    <w:rPr>
      <w:rFonts w:ascii="Calibri" w:eastAsiaTheme="majorEastAsia" w:hAnsi="Calibri" w:cstheme="majorBidi"/>
      <w:b/>
      <w:iCs/>
      <w:sz w:val="18"/>
    </w:rPr>
  </w:style>
  <w:style w:type="paragraph" w:styleId="Nadpis5">
    <w:name w:val="heading 5"/>
    <w:next w:val="Normln"/>
    <w:link w:val="Nadpis5Char"/>
    <w:uiPriority w:val="9"/>
    <w:unhideWhenUsed/>
    <w:qFormat/>
    <w:rsid w:val="007104CC"/>
    <w:pPr>
      <w:keepNext/>
      <w:keepLines/>
      <w:spacing w:before="40"/>
      <w:ind w:left="284"/>
      <w:outlineLvl w:val="4"/>
    </w:pPr>
    <w:rPr>
      <w:rFonts w:ascii="Calibri" w:eastAsiaTheme="majorEastAsia" w:hAnsi="Calibri" w:cstheme="majorBidi"/>
      <w:i/>
      <w:sz w:val="18"/>
    </w:rPr>
  </w:style>
  <w:style w:type="paragraph" w:styleId="Nadpis6">
    <w:name w:val="heading 6"/>
    <w:basedOn w:val="Nadpis1"/>
    <w:next w:val="Normln"/>
    <w:link w:val="Nadpis6Char"/>
    <w:uiPriority w:val="9"/>
    <w:unhideWhenUsed/>
    <w:qFormat/>
    <w:rsid w:val="004C5FF0"/>
    <w:pPr>
      <w:pageBreakBefore/>
      <w:numPr>
        <w:ilvl w:val="5"/>
      </w:numPr>
      <w:outlineLvl w:val="5"/>
    </w:pPr>
  </w:style>
  <w:style w:type="paragraph" w:styleId="Nadpis7">
    <w:name w:val="heading 7"/>
    <w:basedOn w:val="Nadpis6"/>
    <w:next w:val="Normln"/>
    <w:link w:val="Nadpis7Char"/>
    <w:uiPriority w:val="9"/>
    <w:unhideWhenUsed/>
    <w:qFormat/>
    <w:rsid w:val="00C85E80"/>
    <w:pPr>
      <w:pageBreakBefore w:val="0"/>
      <w:numPr>
        <w:ilvl w:val="6"/>
      </w:numPr>
      <w:spacing w:before="40"/>
      <w:outlineLvl w:val="6"/>
    </w:pPr>
    <w:rPr>
      <w:iCs/>
      <w:sz w:val="26"/>
    </w:rPr>
  </w:style>
  <w:style w:type="paragraph" w:styleId="Nadpis8">
    <w:name w:val="heading 8"/>
    <w:basedOn w:val="Normln"/>
    <w:next w:val="Normln"/>
    <w:link w:val="Nadpis8Char"/>
    <w:uiPriority w:val="9"/>
    <w:unhideWhenUsed/>
    <w:rsid w:val="005A0D95"/>
    <w:pPr>
      <w:keepNext/>
      <w:keepLines/>
      <w:numPr>
        <w:ilvl w:val="7"/>
        <w:numId w:val="12"/>
      </w:numPr>
      <w:spacing w:before="40"/>
      <w:outlineLvl w:val="7"/>
    </w:pPr>
    <w:rPr>
      <w:rFonts w:eastAsiaTheme="majorEastAsia" w:cstheme="majorBidi"/>
      <w:color w:val="272727" w:themeColor="text1" w:themeTint="D8"/>
      <w:sz w:val="28"/>
      <w:szCs w:val="21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FB2093"/>
    <w:pPr>
      <w:keepNext/>
      <w:keepLines/>
      <w:numPr>
        <w:ilvl w:val="8"/>
        <w:numId w:val="1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C5FF0"/>
    <w:rPr>
      <w:rFonts w:ascii="Calibri" w:eastAsiaTheme="majorEastAsia" w:hAnsi="Calibri" w:cstheme="majorBidi"/>
      <w:sz w:val="30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C85E80"/>
    <w:rPr>
      <w:rFonts w:ascii="Calibri" w:hAnsi="Calibri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85E80"/>
    <w:rPr>
      <w:rFonts w:ascii="Calibri" w:eastAsiaTheme="majorEastAsia" w:hAnsi="Calibri" w:cstheme="majorBidi"/>
      <w:sz w:val="22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7104CC"/>
    <w:rPr>
      <w:rFonts w:ascii="Calibri" w:eastAsiaTheme="majorEastAsia" w:hAnsi="Calibri" w:cstheme="majorBidi"/>
      <w:b/>
      <w:iCs/>
      <w:sz w:val="18"/>
    </w:rPr>
  </w:style>
  <w:style w:type="character" w:customStyle="1" w:styleId="Nadpis5Char">
    <w:name w:val="Nadpis 5 Char"/>
    <w:basedOn w:val="Standardnpsmoodstavce"/>
    <w:link w:val="Nadpis5"/>
    <w:uiPriority w:val="9"/>
    <w:rsid w:val="007104CC"/>
    <w:rPr>
      <w:rFonts w:ascii="Calibri" w:eastAsiaTheme="majorEastAsia" w:hAnsi="Calibri" w:cstheme="majorBidi"/>
      <w:i/>
      <w:sz w:val="18"/>
    </w:rPr>
  </w:style>
  <w:style w:type="character" w:customStyle="1" w:styleId="Nadpis6Char">
    <w:name w:val="Nadpis 6 Char"/>
    <w:basedOn w:val="Standardnpsmoodstavce"/>
    <w:link w:val="Nadpis6"/>
    <w:uiPriority w:val="9"/>
    <w:rsid w:val="0042470F"/>
    <w:rPr>
      <w:rFonts w:ascii="Calibri" w:eastAsiaTheme="majorEastAsia" w:hAnsi="Calibri" w:cstheme="majorBidi"/>
      <w:sz w:val="30"/>
      <w:szCs w:val="32"/>
    </w:rPr>
  </w:style>
  <w:style w:type="character" w:customStyle="1" w:styleId="Nadpis7Char">
    <w:name w:val="Nadpis 7 Char"/>
    <w:basedOn w:val="Standardnpsmoodstavce"/>
    <w:link w:val="Nadpis7"/>
    <w:uiPriority w:val="9"/>
    <w:rsid w:val="00C85E80"/>
    <w:rPr>
      <w:rFonts w:ascii="Calibri" w:eastAsiaTheme="majorEastAsia" w:hAnsi="Calibri" w:cstheme="majorBidi"/>
      <w:iCs/>
      <w:sz w:val="26"/>
      <w:szCs w:val="32"/>
    </w:rPr>
  </w:style>
  <w:style w:type="character" w:customStyle="1" w:styleId="Nadpis8Char">
    <w:name w:val="Nadpis 8 Char"/>
    <w:basedOn w:val="Standardnpsmoodstavce"/>
    <w:link w:val="Nadpis8"/>
    <w:uiPriority w:val="9"/>
    <w:rsid w:val="005A0D95"/>
    <w:rPr>
      <w:rFonts w:ascii="Verdana" w:eastAsiaTheme="majorEastAsia" w:hAnsi="Verdana" w:cstheme="majorBidi"/>
      <w:color w:val="272727" w:themeColor="text1" w:themeTint="D8"/>
      <w:sz w:val="28"/>
      <w:szCs w:val="21"/>
    </w:rPr>
  </w:style>
  <w:style w:type="paragraph" w:styleId="Zhlav">
    <w:name w:val="header"/>
    <w:link w:val="ZhlavChar"/>
    <w:uiPriority w:val="99"/>
    <w:unhideWhenUsed/>
    <w:rsid w:val="00C85E80"/>
    <w:pPr>
      <w:tabs>
        <w:tab w:val="center" w:pos="4536"/>
        <w:tab w:val="right" w:pos="9072"/>
      </w:tabs>
      <w:jc w:val="right"/>
    </w:pPr>
    <w:rPr>
      <w:rFonts w:ascii="Calibri" w:hAnsi="Calibri"/>
      <w:sz w:val="18"/>
    </w:rPr>
  </w:style>
  <w:style w:type="character" w:customStyle="1" w:styleId="ZhlavChar">
    <w:name w:val="Záhlaví Char"/>
    <w:basedOn w:val="Standardnpsmoodstavce"/>
    <w:link w:val="Zhlav"/>
    <w:uiPriority w:val="99"/>
    <w:rsid w:val="00C85E80"/>
    <w:rPr>
      <w:rFonts w:ascii="Calibri" w:hAnsi="Calibri"/>
      <w:sz w:val="18"/>
    </w:rPr>
  </w:style>
  <w:style w:type="paragraph" w:styleId="Zpat">
    <w:name w:val="footer"/>
    <w:link w:val="ZpatChar"/>
    <w:uiPriority w:val="99"/>
    <w:unhideWhenUsed/>
    <w:rsid w:val="008B09AC"/>
    <w:pPr>
      <w:tabs>
        <w:tab w:val="center" w:pos="4536"/>
        <w:tab w:val="right" w:pos="9072"/>
      </w:tabs>
      <w:jc w:val="right"/>
    </w:pPr>
    <w:rPr>
      <w:rFonts w:ascii="Calibri" w:hAnsi="Calibri"/>
      <w:color w:val="4D4D4D"/>
      <w:sz w:val="18"/>
    </w:rPr>
  </w:style>
  <w:style w:type="character" w:customStyle="1" w:styleId="ZpatChar">
    <w:name w:val="Zápatí Char"/>
    <w:basedOn w:val="Standardnpsmoodstavce"/>
    <w:link w:val="Zpat"/>
    <w:uiPriority w:val="99"/>
    <w:rsid w:val="008B09AC"/>
    <w:rPr>
      <w:rFonts w:ascii="Calibri" w:hAnsi="Calibri"/>
      <w:color w:val="4D4D4D"/>
      <w:sz w:val="18"/>
    </w:rPr>
  </w:style>
  <w:style w:type="paragraph" w:styleId="Obsah2">
    <w:name w:val="toc 2"/>
    <w:basedOn w:val="Normln"/>
    <w:next w:val="Normln"/>
    <w:autoRedefine/>
    <w:uiPriority w:val="39"/>
    <w:unhideWhenUsed/>
    <w:rsid w:val="003D3FFD"/>
    <w:pPr>
      <w:tabs>
        <w:tab w:val="right" w:leader="dot" w:pos="9072"/>
      </w:tabs>
      <w:spacing w:after="0"/>
      <w:ind w:left="284" w:firstLine="0"/>
    </w:pPr>
  </w:style>
  <w:style w:type="paragraph" w:styleId="Obsah3">
    <w:name w:val="toc 3"/>
    <w:basedOn w:val="Normln"/>
    <w:next w:val="Normln"/>
    <w:autoRedefine/>
    <w:uiPriority w:val="39"/>
    <w:unhideWhenUsed/>
    <w:rsid w:val="00781891"/>
    <w:pPr>
      <w:spacing w:after="100"/>
      <w:ind w:left="320"/>
    </w:pPr>
  </w:style>
  <w:style w:type="character" w:styleId="Hypertextovodkaz">
    <w:name w:val="Hyperlink"/>
    <w:basedOn w:val="Standardnpsmoodstavce"/>
    <w:uiPriority w:val="99"/>
    <w:unhideWhenUsed/>
    <w:rsid w:val="00781891"/>
    <w:rPr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rsid w:val="00DF07D0"/>
    <w:pPr>
      <w:numPr>
        <w:numId w:val="0"/>
      </w:numPr>
      <w:spacing w:line="259" w:lineRule="auto"/>
      <w:outlineLvl w:val="9"/>
    </w:pPr>
    <w:rPr>
      <w:lang w:val="en-US"/>
    </w:rPr>
  </w:style>
  <w:style w:type="paragraph" w:styleId="Obsah1">
    <w:name w:val="toc 1"/>
    <w:basedOn w:val="Normln"/>
    <w:next w:val="Normln"/>
    <w:autoRedefine/>
    <w:uiPriority w:val="39"/>
    <w:unhideWhenUsed/>
    <w:rsid w:val="003D3FFD"/>
    <w:pPr>
      <w:tabs>
        <w:tab w:val="right" w:leader="dot" w:pos="9060"/>
      </w:tabs>
      <w:spacing w:after="0" w:line="259" w:lineRule="auto"/>
      <w:ind w:firstLine="0"/>
    </w:pPr>
    <w:rPr>
      <w:rFonts w:eastAsiaTheme="minorEastAsia" w:cs="Times New Roman"/>
      <w:noProof/>
      <w:lang w:val="en-US"/>
    </w:rPr>
  </w:style>
  <w:style w:type="paragraph" w:styleId="Bezmezer">
    <w:name w:val="No Spacing"/>
    <w:uiPriority w:val="1"/>
    <w:rsid w:val="005776C3"/>
    <w:pPr>
      <w:jc w:val="both"/>
    </w:pPr>
  </w:style>
  <w:style w:type="character" w:styleId="Zdraznnjemn">
    <w:name w:val="Subtle Emphasis"/>
    <w:basedOn w:val="Standardnpsmoodstavce"/>
    <w:uiPriority w:val="19"/>
    <w:rsid w:val="00FB2093"/>
    <w:rPr>
      <w:i/>
      <w:iCs/>
      <w:color w:val="404040" w:themeColor="text1" w:themeTint="BF"/>
    </w:rPr>
  </w:style>
  <w:style w:type="character" w:styleId="Zdraznn">
    <w:name w:val="Emphasis"/>
    <w:basedOn w:val="Standardnpsmoodstavce"/>
    <w:uiPriority w:val="20"/>
    <w:rsid w:val="00FB2093"/>
    <w:rPr>
      <w:i/>
      <w:iCs/>
    </w:rPr>
  </w:style>
  <w:style w:type="paragraph" w:customStyle="1" w:styleId="Centrovnobrzku">
    <w:name w:val="Centrování obrázku"/>
    <w:link w:val="CentrovnobrzkuChar"/>
    <w:qFormat/>
    <w:rsid w:val="00C85E80"/>
    <w:pPr>
      <w:spacing w:after="40"/>
      <w:jc w:val="center"/>
    </w:pPr>
    <w:rPr>
      <w:rFonts w:ascii="Calibri" w:hAnsi="Calibri"/>
      <w:sz w:val="18"/>
    </w:rPr>
  </w:style>
  <w:style w:type="paragraph" w:styleId="Titulek">
    <w:name w:val="caption"/>
    <w:next w:val="Normln"/>
    <w:uiPriority w:val="35"/>
    <w:unhideWhenUsed/>
    <w:qFormat/>
    <w:rsid w:val="00C85E80"/>
    <w:pPr>
      <w:spacing w:after="120"/>
    </w:pPr>
    <w:rPr>
      <w:rFonts w:ascii="Calibri" w:hAnsi="Calibri"/>
      <w:i/>
      <w:iCs/>
      <w:color w:val="4D4D4D"/>
      <w:sz w:val="18"/>
      <w:szCs w:val="18"/>
    </w:rPr>
  </w:style>
  <w:style w:type="character" w:customStyle="1" w:styleId="CentrovnobrzkuChar">
    <w:name w:val="Centrování obrázku Char"/>
    <w:basedOn w:val="Standardnpsmoodstavce"/>
    <w:link w:val="Centrovnobrzku"/>
    <w:rsid w:val="00C85E80"/>
    <w:rPr>
      <w:rFonts w:ascii="Calibri" w:hAnsi="Calibri"/>
      <w:sz w:val="18"/>
    </w:rPr>
  </w:style>
  <w:style w:type="character" w:customStyle="1" w:styleId="Nadpis9Char">
    <w:name w:val="Nadpis 9 Char"/>
    <w:basedOn w:val="Standardnpsmoodstavce"/>
    <w:link w:val="Nadpis9"/>
    <w:uiPriority w:val="9"/>
    <w:rsid w:val="00FB209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Mkatabulky">
    <w:name w:val="Table Grid"/>
    <w:basedOn w:val="Normlntabulka"/>
    <w:uiPriority w:val="39"/>
    <w:rsid w:val="00683D86"/>
    <w:rPr>
      <w:rFonts w:asciiTheme="minorHAnsi" w:hAnsi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41">
    <w:name w:val="Plain Table 41"/>
    <w:basedOn w:val="Normlntabulka"/>
    <w:uiPriority w:val="44"/>
    <w:rsid w:val="005D7B42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MTabulkaBezhranic">
    <w:name w:val="M_Tabulka_Bez hranic"/>
    <w:basedOn w:val="Normlntabulka"/>
    <w:uiPriority w:val="99"/>
    <w:rsid w:val="00680A99"/>
    <w:pPr>
      <w:keepNext/>
    </w:pPr>
    <w:tblPr>
      <w:tblCellMar>
        <w:left w:w="0" w:type="dxa"/>
        <w:right w:w="0" w:type="dxa"/>
      </w:tblCellMar>
    </w:tblPr>
    <w:tcPr>
      <w:tcMar>
        <w:left w:w="0" w:type="dxa"/>
        <w:right w:w="0" w:type="dxa"/>
      </w:tcMar>
    </w:tcPr>
  </w:style>
  <w:style w:type="numbering" w:customStyle="1" w:styleId="Zatdnmostu">
    <w:name w:val="Zatřídění mostu"/>
    <w:uiPriority w:val="99"/>
    <w:rsid w:val="00CC5681"/>
    <w:pPr>
      <w:numPr>
        <w:numId w:val="13"/>
      </w:numPr>
    </w:pPr>
  </w:style>
  <w:style w:type="paragraph" w:styleId="Odstavecseseznamem">
    <w:name w:val="List Paragraph"/>
    <w:basedOn w:val="Normln"/>
    <w:uiPriority w:val="34"/>
    <w:qFormat/>
    <w:rsid w:val="009E540A"/>
    <w:pPr>
      <w:ind w:firstLine="0"/>
    </w:pPr>
  </w:style>
  <w:style w:type="paragraph" w:customStyle="1" w:styleId="TabulkaText">
    <w:name w:val="Tabulka_Text"/>
    <w:basedOn w:val="Normln"/>
    <w:link w:val="TabulkaTextChar"/>
    <w:qFormat/>
    <w:rsid w:val="00F53CFB"/>
    <w:pPr>
      <w:spacing w:after="0"/>
      <w:ind w:firstLine="0"/>
      <w:jc w:val="left"/>
    </w:pPr>
  </w:style>
  <w:style w:type="table" w:customStyle="1" w:styleId="MTabulkaPodbarvenhlavika">
    <w:name w:val="M_Tabulka_Podbarvená hlavička"/>
    <w:basedOn w:val="Normlntabulka"/>
    <w:uiPriority w:val="99"/>
    <w:rsid w:val="00BC0748"/>
    <w:pPr>
      <w:keepNext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tblPr/>
      <w:tcPr>
        <w:shd w:val="clear" w:color="auto" w:fill="D9D9D9" w:themeFill="background1" w:themeFillShade="D9"/>
      </w:tcPr>
    </w:tblStylePr>
  </w:style>
  <w:style w:type="character" w:customStyle="1" w:styleId="TabulkaTextChar">
    <w:name w:val="Tabulka_Text Char"/>
    <w:basedOn w:val="Standardnpsmoodstavce"/>
    <w:link w:val="TabulkaText"/>
    <w:rsid w:val="00F53CFB"/>
    <w:rPr>
      <w:rFonts w:ascii="Calibri" w:hAnsi="Calibri"/>
      <w:sz w:val="18"/>
    </w:rPr>
  </w:style>
  <w:style w:type="table" w:customStyle="1" w:styleId="MTabulkaSdolnmpodrtenm">
    <w:name w:val="M_Tabulka_S dolním podrtřžením"/>
    <w:basedOn w:val="Normlntabulka"/>
    <w:uiPriority w:val="99"/>
    <w:rsid w:val="001F56BF"/>
    <w:pPr>
      <w:keepNext/>
    </w:pPr>
    <w:tblPr/>
    <w:tcPr>
      <w:shd w:val="clear" w:color="auto" w:fill="FFFFFF" w:themeFill="background1"/>
    </w:tcPr>
    <w:tblStylePr w:type="lastRow">
      <w:tblPr/>
      <w:tcPr>
        <w:tcBorders>
          <w:top w:val="single" w:sz="4" w:space="0" w:color="auto"/>
        </w:tcBorders>
        <w:shd w:val="clear" w:color="auto" w:fill="FFFFFF" w:themeFill="background1"/>
      </w:tcPr>
    </w:tblStylePr>
  </w:style>
  <w:style w:type="table" w:customStyle="1" w:styleId="MTabulkaShornmidolnmpodtrenm">
    <w:name w:val="M_Tabulka_S horním i dolním podtržením"/>
    <w:basedOn w:val="MTabulkaSdolnmpodrtenm"/>
    <w:uiPriority w:val="99"/>
    <w:rsid w:val="00683D86"/>
    <w:tblPr>
      <w:tblCellMar>
        <w:left w:w="0" w:type="dxa"/>
        <w:right w:w="0" w:type="dxa"/>
      </w:tblCellMar>
    </w:tblPr>
    <w:tcPr>
      <w:shd w:val="clear" w:color="auto" w:fill="FFFFFF" w:themeFill="background1"/>
    </w:tcPr>
    <w:tblStylePr w:type="firstRow">
      <w:tblPr/>
      <w:tcPr>
        <w:tcBorders>
          <w:bottom w:val="single" w:sz="4" w:space="0" w:color="auto"/>
        </w:tcBorders>
        <w:shd w:val="clear" w:color="auto" w:fill="FFFFFF" w:themeFill="background1"/>
      </w:tcPr>
    </w:tblStylePr>
    <w:tblStylePr w:type="lastRow">
      <w:tblPr/>
      <w:tcPr>
        <w:tcBorders>
          <w:top w:val="single" w:sz="4" w:space="0" w:color="auto"/>
        </w:tcBorders>
        <w:shd w:val="clear" w:color="auto" w:fill="FFFFFF" w:themeFill="background1"/>
      </w:tc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336F9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36F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36F9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36F9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36F9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36F9E"/>
    <w:pPr>
      <w:spacing w:after="0"/>
    </w:pPr>
    <w:rPr>
      <w:rFonts w:ascii="Segoe UI" w:hAnsi="Segoe UI" w:cs="Segoe UI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36F9E"/>
    <w:rPr>
      <w:rFonts w:ascii="Segoe UI" w:hAnsi="Segoe UI" w:cs="Segoe UI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C035AD"/>
    <w:rPr>
      <w:color w:val="954F72" w:themeColor="followedHyperlink"/>
      <w:u w:val="single"/>
    </w:rPr>
  </w:style>
  <w:style w:type="paragraph" w:customStyle="1" w:styleId="Citace">
    <w:name w:val="Citace"/>
    <w:basedOn w:val="Normln"/>
    <w:link w:val="CitaceChar"/>
    <w:qFormat/>
    <w:rsid w:val="00C23BE5"/>
    <w:rPr>
      <w:i/>
      <w:noProof/>
      <w:color w:val="595959" w:themeColor="text1" w:themeTint="A6"/>
    </w:rPr>
  </w:style>
  <w:style w:type="character" w:customStyle="1" w:styleId="CitaceChar">
    <w:name w:val="Citace Char"/>
    <w:basedOn w:val="Standardnpsmoodstavce"/>
    <w:link w:val="Citace"/>
    <w:rsid w:val="00C23BE5"/>
    <w:rPr>
      <w:rFonts w:ascii="Calibri" w:hAnsi="Calibri"/>
      <w:i/>
      <w:noProof/>
      <w:color w:val="595959" w:themeColor="text1" w:themeTint="A6"/>
      <w:sz w:val="18"/>
    </w:rPr>
  </w:style>
  <w:style w:type="paragraph" w:styleId="Obsah4">
    <w:name w:val="toc 4"/>
    <w:basedOn w:val="Normln"/>
    <w:next w:val="Normln"/>
    <w:autoRedefine/>
    <w:uiPriority w:val="39"/>
    <w:unhideWhenUsed/>
    <w:rsid w:val="003D3FFD"/>
    <w:pPr>
      <w:spacing w:after="100" w:line="259" w:lineRule="auto"/>
      <w:ind w:left="660" w:firstLine="0"/>
      <w:contextualSpacing w:val="0"/>
      <w:jc w:val="left"/>
    </w:pPr>
    <w:rPr>
      <w:rFonts w:asciiTheme="minorHAnsi" w:eastAsiaTheme="minorEastAsia" w:hAnsiTheme="minorHAnsi"/>
      <w:sz w:val="22"/>
      <w:szCs w:val="22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3D3FFD"/>
    <w:pPr>
      <w:spacing w:after="100" w:line="259" w:lineRule="auto"/>
      <w:ind w:left="880" w:firstLine="0"/>
      <w:contextualSpacing w:val="0"/>
      <w:jc w:val="left"/>
    </w:pPr>
    <w:rPr>
      <w:rFonts w:asciiTheme="minorHAnsi" w:eastAsiaTheme="minorEastAsia" w:hAnsiTheme="minorHAnsi"/>
      <w:sz w:val="22"/>
      <w:szCs w:val="22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3D3FFD"/>
    <w:pPr>
      <w:spacing w:after="100" w:line="259" w:lineRule="auto"/>
      <w:ind w:left="1100" w:firstLine="0"/>
      <w:contextualSpacing w:val="0"/>
      <w:jc w:val="left"/>
    </w:pPr>
    <w:rPr>
      <w:rFonts w:asciiTheme="minorHAnsi" w:eastAsiaTheme="minorEastAsia" w:hAnsiTheme="minorHAnsi"/>
      <w:sz w:val="22"/>
      <w:szCs w:val="22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3D3FFD"/>
    <w:pPr>
      <w:spacing w:after="100" w:line="259" w:lineRule="auto"/>
      <w:ind w:left="1320" w:firstLine="0"/>
      <w:contextualSpacing w:val="0"/>
      <w:jc w:val="left"/>
    </w:pPr>
    <w:rPr>
      <w:rFonts w:asciiTheme="minorHAnsi" w:eastAsiaTheme="minorEastAsia" w:hAnsiTheme="minorHAnsi"/>
      <w:sz w:val="22"/>
      <w:szCs w:val="22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3D3FFD"/>
    <w:pPr>
      <w:spacing w:after="100" w:line="259" w:lineRule="auto"/>
      <w:ind w:left="1540" w:firstLine="0"/>
      <w:contextualSpacing w:val="0"/>
      <w:jc w:val="left"/>
    </w:pPr>
    <w:rPr>
      <w:rFonts w:asciiTheme="minorHAnsi" w:eastAsiaTheme="minorEastAsia" w:hAnsiTheme="minorHAnsi"/>
      <w:sz w:val="22"/>
      <w:szCs w:val="22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3D3FFD"/>
    <w:pPr>
      <w:spacing w:after="100" w:line="259" w:lineRule="auto"/>
      <w:ind w:left="1760" w:firstLine="0"/>
      <w:contextualSpacing w:val="0"/>
      <w:jc w:val="left"/>
    </w:pPr>
    <w:rPr>
      <w:rFonts w:asciiTheme="minorHAnsi" w:eastAsiaTheme="minorEastAsia" w:hAnsiTheme="minorHAnsi"/>
      <w:sz w:val="22"/>
      <w:szCs w:val="22"/>
      <w:lang w:eastAsia="cs-CZ"/>
    </w:rPr>
  </w:style>
  <w:style w:type="character" w:styleId="Siln">
    <w:name w:val="Strong"/>
    <w:qFormat/>
    <w:rsid w:val="002E16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5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M\M_Form&#225;tov&#225;n&#23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2B24C2-B9ED-4EB1-8369-970D4C61C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M_Formátování</Template>
  <TotalTime>1287</TotalTime>
  <Pages>1</Pages>
  <Words>182</Words>
  <Characters>1075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 systému Windows</dc:creator>
  <cp:keywords/>
  <dc:description/>
  <cp:lastModifiedBy>Hanzlíková Jitka</cp:lastModifiedBy>
  <cp:revision>45</cp:revision>
  <cp:lastPrinted>2021-07-13T09:42:00Z</cp:lastPrinted>
  <dcterms:created xsi:type="dcterms:W3CDTF">2016-11-14T19:43:00Z</dcterms:created>
  <dcterms:modified xsi:type="dcterms:W3CDTF">2021-07-13T09:43:00Z</dcterms:modified>
</cp:coreProperties>
</file>